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FE" w:rsidRDefault="008B1BFE" w:rsidP="008B1BFE">
      <w:pPr>
        <w:spacing w:after="0"/>
        <w:ind w:left="-142"/>
        <w:rPr>
          <w:rFonts w:eastAsia="Times New Roman" w:cs="Arial"/>
        </w:rPr>
      </w:pPr>
      <w:bookmarkStart w:id="0" w:name="_GoBack"/>
      <w:bookmarkEnd w:id="0"/>
    </w:p>
    <w:p w:rsidR="008B1BFE" w:rsidRDefault="008B1BFE" w:rsidP="008B1BFE">
      <w:pPr>
        <w:spacing w:after="0"/>
        <w:ind w:left="-142"/>
        <w:rPr>
          <w:rFonts w:eastAsia="Times New Roman" w:cs="Arial"/>
        </w:rPr>
      </w:pPr>
    </w:p>
    <w:p w:rsidR="00B32280" w:rsidRPr="00B3234B" w:rsidRDefault="00B32280" w:rsidP="00B32280">
      <w:pPr>
        <w:spacing w:after="0"/>
        <w:ind w:left="-142"/>
        <w:rPr>
          <w:rFonts w:eastAsia="Times New Roman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4"/>
        <w:gridCol w:w="1717"/>
        <w:gridCol w:w="2123"/>
        <w:gridCol w:w="2532"/>
      </w:tblGrid>
      <w:tr w:rsidR="00B32280" w:rsidRPr="00B3234B" w:rsidTr="0007179A">
        <w:trPr>
          <w:trHeight w:val="494"/>
          <w:jc w:val="center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0" w:rsidRPr="00B3234B" w:rsidRDefault="00B32280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Name des Kindes:</w:t>
            </w:r>
          </w:p>
          <w:permStart w:id="1893422858" w:edGrp="everyone"/>
          <w:p w:rsidR="00B32280" w:rsidRPr="00B3234B" w:rsidRDefault="00B32280" w:rsidP="0007179A">
            <w:pPr>
              <w:spacing w:before="60"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893422858"/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0" w:rsidRPr="00B3234B" w:rsidRDefault="00B32280" w:rsidP="0007179A">
            <w:pPr>
              <w:spacing w:after="0"/>
              <w:rPr>
                <w:rFonts w:eastAsia="Times New Roman" w:cs="Arial"/>
                <w:bCs/>
              </w:rPr>
            </w:pPr>
            <w:r w:rsidRPr="00B3234B">
              <w:rPr>
                <w:rFonts w:eastAsia="Times New Roman" w:cs="Arial"/>
                <w:bCs/>
              </w:rPr>
              <w:t>Geschlecht:</w:t>
            </w:r>
          </w:p>
          <w:permStart w:id="263149553" w:edGrp="everyone"/>
          <w:p w:rsidR="00B32280" w:rsidRPr="00B3234B" w:rsidRDefault="00AA4EEB" w:rsidP="00C960C4">
            <w:pPr>
              <w:tabs>
                <w:tab w:val="left" w:pos="714"/>
              </w:tabs>
              <w:spacing w:before="60" w:after="0"/>
              <w:rPr>
                <w:rFonts w:eastAsia="Times New Roman" w:cs="Arial"/>
                <w:bCs/>
              </w:rPr>
            </w:pPr>
            <w:sdt>
              <w:sdtPr>
                <w:rPr>
                  <w:rFonts w:eastAsia="Times New Roman" w:cs="Arial"/>
                </w:rPr>
                <w:id w:val="81707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0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63149553"/>
            <w:r w:rsidR="00C960C4">
              <w:rPr>
                <w:rFonts w:eastAsia="Times New Roman" w:cs="Arial"/>
              </w:rPr>
              <w:t xml:space="preserve"> </w:t>
            </w:r>
            <w:r w:rsidR="00B32280" w:rsidRPr="00B3234B">
              <w:rPr>
                <w:rFonts w:eastAsia="Times New Roman" w:cs="Arial"/>
              </w:rPr>
              <w:t>w</w:t>
            </w:r>
            <w:r w:rsidR="00B32280" w:rsidRPr="00B3234B">
              <w:rPr>
                <w:rFonts w:eastAsia="Times New Roman" w:cs="Arial"/>
              </w:rPr>
              <w:tab/>
            </w:r>
            <w:permStart w:id="1752979117" w:edGrp="everyone"/>
            <w:sdt>
              <w:sdtPr>
                <w:rPr>
                  <w:rFonts w:eastAsia="Times New Roman" w:cs="Arial"/>
                </w:rPr>
                <w:id w:val="357635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0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752979117"/>
            <w:r w:rsidR="00C960C4">
              <w:rPr>
                <w:rFonts w:eastAsia="Times New Roman" w:cs="Arial"/>
              </w:rPr>
              <w:t xml:space="preserve"> </w:t>
            </w:r>
            <w:r w:rsidR="00B32280" w:rsidRPr="00B3234B">
              <w:rPr>
                <w:rFonts w:eastAsia="Times New Roman" w:cs="Arial"/>
              </w:rPr>
              <w:t>m</w:t>
            </w:r>
            <w:r w:rsidR="00B32280">
              <w:rPr>
                <w:rFonts w:eastAsia="Times New Roman" w:cs="Arial"/>
              </w:rPr>
              <w:tab/>
            </w:r>
            <w:permStart w:id="2121014133" w:edGrp="everyone"/>
            <w:sdt>
              <w:sdtPr>
                <w:rPr>
                  <w:rFonts w:eastAsia="Times New Roman" w:cs="Arial"/>
                </w:rPr>
                <w:id w:val="1216006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0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121014133"/>
            <w:r w:rsidR="00C960C4">
              <w:rPr>
                <w:rFonts w:eastAsia="Times New Roman" w:cs="Arial"/>
              </w:rPr>
              <w:t xml:space="preserve"> </w:t>
            </w:r>
            <w:r w:rsidR="00B32280">
              <w:rPr>
                <w:rFonts w:eastAsia="Times New Roman" w:cs="Arial"/>
              </w:rPr>
              <w:t>d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0" w:rsidRPr="00B3234B" w:rsidRDefault="00B32280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Geburtsdatum:</w:t>
            </w:r>
          </w:p>
          <w:permStart w:id="1884831747" w:edGrp="everyone"/>
          <w:p w:rsidR="00B32280" w:rsidRPr="00B3234B" w:rsidRDefault="00B32280" w:rsidP="0007179A">
            <w:pPr>
              <w:spacing w:before="60" w:after="0"/>
              <w:rPr>
                <w:rFonts w:eastAsia="Times New Roman" w:cs="Arial"/>
                <w:bCs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884831747"/>
          </w:p>
        </w:tc>
      </w:tr>
      <w:tr w:rsidR="00B32280" w:rsidRPr="00B3234B" w:rsidTr="0007179A">
        <w:trPr>
          <w:trHeight w:val="494"/>
          <w:jc w:val="center"/>
        </w:trPr>
        <w:tc>
          <w:tcPr>
            <w:tcW w:w="37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0" w:rsidRPr="00B3234B" w:rsidRDefault="00B32280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Schule:</w:t>
            </w:r>
          </w:p>
          <w:permStart w:id="1721709600" w:edGrp="everyone"/>
          <w:p w:rsidR="00B32280" w:rsidRPr="00B3234B" w:rsidRDefault="00B32280" w:rsidP="0007179A">
            <w:pPr>
              <w:spacing w:before="60" w:after="0"/>
              <w:rPr>
                <w:rFonts w:eastAsia="Times New Roman" w:cs="Arial"/>
                <w:bCs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721709600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0" w:rsidRPr="00B3234B" w:rsidRDefault="00B32280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Klasse:</w:t>
            </w:r>
          </w:p>
          <w:permStart w:id="1598826787" w:edGrp="everyone"/>
          <w:p w:rsidR="00B32280" w:rsidRPr="00B3234B" w:rsidRDefault="00B32280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598826787"/>
          </w:p>
        </w:tc>
      </w:tr>
      <w:tr w:rsidR="00B32280" w:rsidRPr="00B3234B" w:rsidTr="0007179A">
        <w:trPr>
          <w:trHeight w:val="32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2280" w:rsidRPr="00B3234B" w:rsidRDefault="00B32280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Name/n der Eltern/Erziehungsberechtigten:</w:t>
            </w:r>
          </w:p>
        </w:tc>
      </w:tr>
      <w:tr w:rsidR="00B32280" w:rsidRPr="00B3234B" w:rsidTr="0007179A">
        <w:trPr>
          <w:trHeight w:val="494"/>
          <w:jc w:val="center"/>
        </w:trPr>
        <w:tc>
          <w:tcPr>
            <w:tcW w:w="19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32280" w:rsidRPr="00B3234B" w:rsidRDefault="00B32280" w:rsidP="0007179A">
            <w:pPr>
              <w:spacing w:after="0"/>
              <w:jc w:val="right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Mutter:</w:t>
            </w:r>
          </w:p>
          <w:p w:rsidR="00B32280" w:rsidRPr="00B3234B" w:rsidRDefault="00B32280" w:rsidP="0007179A">
            <w:pPr>
              <w:spacing w:after="0"/>
              <w:jc w:val="right"/>
              <w:rPr>
                <w:rFonts w:eastAsia="Times New Roman" w:cs="Arial"/>
                <w:b/>
              </w:rPr>
            </w:pPr>
            <w:r w:rsidRPr="00B3234B">
              <w:rPr>
                <w:rFonts w:eastAsia="Times New Roman" w:cs="Arial"/>
              </w:rPr>
              <w:t>Vater:</w:t>
            </w:r>
          </w:p>
          <w:p w:rsidR="00B32280" w:rsidRPr="00B3234B" w:rsidRDefault="00B32280" w:rsidP="0007179A">
            <w:pPr>
              <w:spacing w:after="0"/>
              <w:jc w:val="right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andere/</w:t>
            </w:r>
            <w:r>
              <w:rPr>
                <w:rFonts w:eastAsia="Times New Roman" w:cs="Arial"/>
              </w:rPr>
              <w:t>-</w:t>
            </w:r>
            <w:r w:rsidRPr="00B3234B">
              <w:rPr>
                <w:rFonts w:eastAsia="Times New Roman" w:cs="Arial"/>
              </w:rPr>
              <w:t>r Erziehungsberechtigte/</w:t>
            </w:r>
            <w:r>
              <w:rPr>
                <w:rFonts w:eastAsia="Times New Roman" w:cs="Arial"/>
              </w:rPr>
              <w:t>-</w:t>
            </w:r>
            <w:r w:rsidRPr="00B3234B">
              <w:rPr>
                <w:rFonts w:eastAsia="Times New Roman" w:cs="Arial"/>
              </w:rPr>
              <w:t>r:</w:t>
            </w:r>
          </w:p>
        </w:tc>
        <w:permStart w:id="541992035" w:edGrp="everyone"/>
        <w:tc>
          <w:tcPr>
            <w:tcW w:w="30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280" w:rsidRPr="00B3234B" w:rsidRDefault="00B32280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541992035"/>
          </w:p>
          <w:permStart w:id="453706949" w:edGrp="everyone"/>
          <w:p w:rsidR="00B32280" w:rsidRPr="00B3234B" w:rsidRDefault="00B32280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453706949"/>
          </w:p>
          <w:permStart w:id="16856003" w:edGrp="everyone"/>
          <w:p w:rsidR="00B32280" w:rsidRPr="00B3234B" w:rsidRDefault="00B32280" w:rsidP="0007179A">
            <w:pPr>
              <w:spacing w:after="0"/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6856003"/>
          </w:p>
        </w:tc>
      </w:tr>
    </w:tbl>
    <w:p w:rsidR="00B32280" w:rsidRPr="00B3234B" w:rsidRDefault="00B32280" w:rsidP="00B32280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2280" w:rsidRPr="00B3234B" w:rsidTr="0007179A">
        <w:tc>
          <w:tcPr>
            <w:tcW w:w="5000" w:type="pct"/>
            <w:shd w:val="pct10" w:color="auto" w:fill="auto"/>
          </w:tcPr>
          <w:p w:rsidR="00B32280" w:rsidRPr="00B3234B" w:rsidRDefault="00B32280" w:rsidP="0007179A">
            <w:pPr>
              <w:rPr>
                <w:rFonts w:cs="Arial"/>
                <w:b/>
                <w:sz w:val="28"/>
              </w:rPr>
            </w:pPr>
          </w:p>
          <w:p w:rsidR="00B32280" w:rsidRPr="00B3234B" w:rsidRDefault="00B32280" w:rsidP="0007179A">
            <w:pPr>
              <w:jc w:val="center"/>
              <w:rPr>
                <w:rFonts w:cs="Arial"/>
                <w:b/>
                <w:sz w:val="40"/>
                <w:szCs w:val="32"/>
              </w:rPr>
            </w:pPr>
            <w:r>
              <w:rPr>
                <w:rFonts w:cs="Arial"/>
                <w:b/>
                <w:sz w:val="40"/>
                <w:szCs w:val="32"/>
              </w:rPr>
              <w:t>Fragebogen</w:t>
            </w:r>
          </w:p>
          <w:p w:rsidR="00B32280" w:rsidRPr="00B3234B" w:rsidRDefault="00B32280" w:rsidP="0007179A">
            <w:pPr>
              <w:jc w:val="center"/>
              <w:rPr>
                <w:rFonts w:cs="Arial"/>
                <w:b/>
                <w:sz w:val="40"/>
                <w:szCs w:val="32"/>
              </w:rPr>
            </w:pPr>
            <w:r w:rsidRPr="00B3234B">
              <w:rPr>
                <w:rFonts w:cs="Arial"/>
                <w:b/>
                <w:sz w:val="40"/>
                <w:szCs w:val="32"/>
              </w:rPr>
              <w:t>f</w:t>
            </w:r>
            <w:r>
              <w:rPr>
                <w:rFonts w:cs="Arial"/>
                <w:b/>
                <w:sz w:val="40"/>
                <w:szCs w:val="32"/>
              </w:rPr>
              <w:t>ür Eltern/Erziehungsberechtigte</w:t>
            </w:r>
          </w:p>
          <w:p w:rsidR="00B32280" w:rsidRPr="00B3234B" w:rsidRDefault="00B32280" w:rsidP="0007179A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B3234B">
              <w:rPr>
                <w:rFonts w:cs="Arial"/>
                <w:b/>
                <w:sz w:val="32"/>
                <w:szCs w:val="32"/>
              </w:rPr>
              <w:t>zur emotionalen und sozialen Entwicklung ihres Kindes</w:t>
            </w:r>
          </w:p>
          <w:p w:rsidR="00B32280" w:rsidRPr="00B3234B" w:rsidRDefault="00B32280" w:rsidP="0007179A">
            <w:pPr>
              <w:jc w:val="center"/>
              <w:rPr>
                <w:rFonts w:cs="Arial"/>
                <w:sz w:val="24"/>
              </w:rPr>
            </w:pPr>
          </w:p>
        </w:tc>
      </w:tr>
    </w:tbl>
    <w:p w:rsidR="00B32280" w:rsidRPr="00B3234B" w:rsidRDefault="00B32280" w:rsidP="00B32280">
      <w:pPr>
        <w:spacing w:after="0" w:line="240" w:lineRule="auto"/>
        <w:rPr>
          <w:rFonts w:cs="Arial"/>
          <w:b/>
          <w:sz w:val="28"/>
          <w:szCs w:val="28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cs="Arial"/>
              </w:rPr>
            </w:pPr>
            <w:r w:rsidRPr="00B3234B">
              <w:rPr>
                <w:rFonts w:cs="Arial"/>
              </w:rPr>
              <w:t>ausgefüllt durch:</w:t>
            </w:r>
          </w:p>
          <w:permStart w:id="1659978928" w:edGrp="everyone"/>
          <w:p w:rsidR="00B32280" w:rsidRPr="00B3234B" w:rsidRDefault="00AA4EEB" w:rsidP="0007179A">
            <w:pPr>
              <w:rPr>
                <w:rFonts w:eastAsia="Times New Roman" w:cs="Arial"/>
              </w:rPr>
            </w:pPr>
            <w:sdt>
              <w:sdtPr>
                <w:rPr>
                  <w:rFonts w:eastAsia="Times New Roman" w:cs="Arial"/>
                </w:rPr>
                <w:id w:val="44897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0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659978928"/>
            <w:r w:rsidR="00C960C4">
              <w:rPr>
                <w:rFonts w:eastAsia="Times New Roman" w:cs="Arial"/>
              </w:rPr>
              <w:t xml:space="preserve"> </w:t>
            </w:r>
            <w:r w:rsidR="00B32280" w:rsidRPr="00B3234B">
              <w:rPr>
                <w:rFonts w:eastAsia="Times New Roman" w:cs="Arial"/>
              </w:rPr>
              <w:t>Mutter</w:t>
            </w:r>
          </w:p>
          <w:permStart w:id="1967984616" w:edGrp="everyone"/>
          <w:p w:rsidR="00B32280" w:rsidRPr="00B3234B" w:rsidRDefault="00AA4EEB" w:rsidP="0007179A">
            <w:pPr>
              <w:rPr>
                <w:rFonts w:eastAsia="Times New Roman" w:cs="Arial"/>
              </w:rPr>
            </w:pPr>
            <w:sdt>
              <w:sdtPr>
                <w:rPr>
                  <w:rFonts w:eastAsia="Times New Roman" w:cs="Arial"/>
                </w:rPr>
                <w:id w:val="-91878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0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967984616"/>
            <w:r w:rsidR="00C960C4">
              <w:rPr>
                <w:rFonts w:eastAsia="Times New Roman" w:cs="Arial"/>
              </w:rPr>
              <w:t xml:space="preserve"> </w:t>
            </w:r>
            <w:r w:rsidR="00B32280" w:rsidRPr="00B3234B">
              <w:rPr>
                <w:rFonts w:eastAsia="Times New Roman" w:cs="Arial"/>
              </w:rPr>
              <w:t>Vater</w:t>
            </w:r>
          </w:p>
          <w:permStart w:id="787570762" w:edGrp="everyone"/>
          <w:p w:rsidR="00B32280" w:rsidRPr="00B3234B" w:rsidRDefault="00AA4EEB" w:rsidP="0007179A">
            <w:pPr>
              <w:rPr>
                <w:rFonts w:cs="Arial"/>
              </w:rPr>
            </w:pPr>
            <w:sdt>
              <w:sdtPr>
                <w:rPr>
                  <w:rFonts w:eastAsia="Times New Roman" w:cs="Arial"/>
                </w:rPr>
                <w:id w:val="-267310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0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787570762"/>
            <w:r w:rsidR="00C960C4">
              <w:rPr>
                <w:rFonts w:eastAsia="Times New Roman" w:cs="Arial"/>
              </w:rPr>
              <w:t xml:space="preserve"> </w:t>
            </w:r>
            <w:r w:rsidR="00B32280" w:rsidRPr="00B3234B">
              <w:rPr>
                <w:rFonts w:eastAsia="Times New Roman" w:cs="Arial"/>
              </w:rPr>
              <w:t>andere/</w:t>
            </w:r>
            <w:r w:rsidR="00B32280">
              <w:rPr>
                <w:rFonts w:eastAsia="Times New Roman" w:cs="Arial"/>
              </w:rPr>
              <w:t>-</w:t>
            </w:r>
            <w:r w:rsidR="00B32280" w:rsidRPr="00B3234B">
              <w:rPr>
                <w:rFonts w:eastAsia="Times New Roman" w:cs="Arial"/>
              </w:rPr>
              <w:t>r Erziehungsberechtigte/</w:t>
            </w:r>
            <w:r w:rsidR="00B32280">
              <w:rPr>
                <w:rFonts w:eastAsia="Times New Roman" w:cs="Arial"/>
              </w:rPr>
              <w:t>-</w:t>
            </w:r>
            <w:r w:rsidR="00B32280" w:rsidRPr="00B3234B">
              <w:rPr>
                <w:rFonts w:eastAsia="Times New Roman" w:cs="Arial"/>
              </w:rPr>
              <w:t>r</w:t>
            </w:r>
          </w:p>
        </w:tc>
      </w:tr>
    </w:tbl>
    <w:p w:rsidR="00B32280" w:rsidRPr="00B3234B" w:rsidRDefault="00B32280" w:rsidP="00B32280">
      <w:pPr>
        <w:spacing w:after="0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2280" w:rsidRPr="00B3234B" w:rsidTr="0007179A">
        <w:trPr>
          <w:trHeight w:val="56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  <w:i/>
                <w:sz w:val="28"/>
                <w:szCs w:val="28"/>
              </w:rPr>
            </w:pPr>
            <w:r w:rsidRPr="00B3234B">
              <w:rPr>
                <w:rFonts w:cs="Arial"/>
                <w:b/>
                <w:i/>
                <w:sz w:val="28"/>
                <w:szCs w:val="28"/>
              </w:rPr>
              <w:t>A: Beobachtungen</w:t>
            </w:r>
          </w:p>
        </w:tc>
      </w:tr>
    </w:tbl>
    <w:p w:rsidR="00B32280" w:rsidRPr="00B3234B" w:rsidRDefault="00B32280" w:rsidP="00B32280">
      <w:pPr>
        <w:spacing w:after="0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32280" w:rsidRPr="00B3234B" w:rsidTr="0007179A">
        <w:tc>
          <w:tcPr>
            <w:tcW w:w="5000" w:type="pct"/>
            <w:gridSpan w:val="4"/>
            <w:shd w:val="pct10" w:color="auto" w:fill="auto"/>
            <w:vAlign w:val="center"/>
          </w:tcPr>
          <w:p w:rsidR="00B32280" w:rsidRPr="00B3234B" w:rsidRDefault="00B32280" w:rsidP="0007179A">
            <w:pPr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Zutreffendes bitte markieren:</w:t>
            </w:r>
          </w:p>
        </w:tc>
      </w:tr>
      <w:tr w:rsidR="00B32280" w:rsidRPr="00B3234B" w:rsidTr="0007179A">
        <w:tc>
          <w:tcPr>
            <w:tcW w:w="1250" w:type="pct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  <w:sz w:val="20"/>
              </w:rPr>
            </w:pPr>
            <w:r w:rsidRPr="00B3234B">
              <w:rPr>
                <w:rFonts w:cs="Arial"/>
                <w:b/>
                <w:sz w:val="20"/>
              </w:rPr>
              <w:t>0</w:t>
            </w:r>
          </w:p>
          <w:p w:rsidR="00B32280" w:rsidRPr="00B3234B" w:rsidRDefault="00B32280" w:rsidP="0007179A">
            <w:pPr>
              <w:jc w:val="center"/>
              <w:rPr>
                <w:rFonts w:cs="Arial"/>
                <w:b/>
                <w:sz w:val="20"/>
              </w:rPr>
            </w:pPr>
            <w:r w:rsidRPr="00B3234B">
              <w:rPr>
                <w:rFonts w:cs="Arial"/>
                <w:b/>
                <w:sz w:val="20"/>
              </w:rPr>
              <w:t>nicht zutreffend</w:t>
            </w:r>
          </w:p>
        </w:tc>
        <w:tc>
          <w:tcPr>
            <w:tcW w:w="1250" w:type="pct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  <w:sz w:val="20"/>
              </w:rPr>
            </w:pPr>
            <w:r w:rsidRPr="00B3234B">
              <w:rPr>
                <w:rFonts w:cs="Arial"/>
                <w:b/>
                <w:sz w:val="20"/>
              </w:rPr>
              <w:t>1</w:t>
            </w:r>
          </w:p>
          <w:p w:rsidR="00B32280" w:rsidRPr="00B3234B" w:rsidRDefault="00B32280" w:rsidP="0007179A">
            <w:pPr>
              <w:jc w:val="center"/>
              <w:rPr>
                <w:rFonts w:cs="Arial"/>
                <w:b/>
                <w:sz w:val="20"/>
              </w:rPr>
            </w:pPr>
            <w:r w:rsidRPr="00B3234B">
              <w:rPr>
                <w:rFonts w:cs="Arial"/>
                <w:b/>
                <w:sz w:val="20"/>
              </w:rPr>
              <w:t>schwach ausgeprägt</w:t>
            </w:r>
          </w:p>
        </w:tc>
        <w:tc>
          <w:tcPr>
            <w:tcW w:w="1250" w:type="pct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ausgeprägt</w:t>
            </w:r>
          </w:p>
        </w:tc>
        <w:tc>
          <w:tcPr>
            <w:tcW w:w="1250" w:type="pct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stark ausgeprägt</w:t>
            </w:r>
          </w:p>
        </w:tc>
      </w:tr>
    </w:tbl>
    <w:p w:rsidR="00B32280" w:rsidRPr="00B3234B" w:rsidRDefault="00B32280" w:rsidP="00B32280">
      <w:pPr>
        <w:rPr>
          <w:rFonts w:cs="Arial"/>
          <w:b/>
          <w:sz w:val="20"/>
          <w:szCs w:val="20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460"/>
        <w:gridCol w:w="498"/>
        <w:gridCol w:w="496"/>
        <w:gridCol w:w="498"/>
        <w:gridCol w:w="504"/>
      </w:tblGrid>
      <w:tr w:rsidR="00B32280" w:rsidRPr="00B3234B" w:rsidTr="0007179A">
        <w:trPr>
          <w:trHeight w:val="567"/>
        </w:trPr>
        <w:tc>
          <w:tcPr>
            <w:tcW w:w="4046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B32280" w:rsidRPr="00B3234B" w:rsidRDefault="00B32280" w:rsidP="0007179A">
            <w:pPr>
              <w:contextualSpacing/>
              <w:jc w:val="center"/>
              <w:rPr>
                <w:rFonts w:cs="Arial"/>
              </w:rPr>
            </w:pPr>
          </w:p>
          <w:p w:rsidR="00B32280" w:rsidRPr="00B3234B" w:rsidRDefault="00B32280" w:rsidP="00B32280">
            <w:pPr>
              <w:pStyle w:val="Listenabsatz"/>
              <w:numPr>
                <w:ilvl w:val="0"/>
                <w:numId w:val="12"/>
              </w:numPr>
              <w:jc w:val="center"/>
              <w:rPr>
                <w:rFonts w:cs="Arial"/>
              </w:rPr>
            </w:pPr>
            <w:r w:rsidRPr="00B3234B">
              <w:rPr>
                <w:rFonts w:cs="Arial"/>
                <w:b/>
              </w:rPr>
              <w:t>Sozialverhalten</w:t>
            </w:r>
          </w:p>
          <w:p w:rsidR="00B32280" w:rsidRPr="00B3234B" w:rsidRDefault="00B32280" w:rsidP="0007179A">
            <w:pPr>
              <w:pStyle w:val="Listenabsatz"/>
              <w:jc w:val="center"/>
              <w:rPr>
                <w:rFonts w:cs="Arial"/>
              </w:rPr>
            </w:pPr>
          </w:p>
        </w:tc>
        <w:tc>
          <w:tcPr>
            <w:tcW w:w="954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32280" w:rsidRPr="00B3234B" w:rsidRDefault="00B32280" w:rsidP="0007179A">
            <w:pPr>
              <w:contextualSpacing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</w:t>
            </w:r>
          </w:p>
        </w:tc>
      </w:tr>
      <w:tr w:rsidR="00B32280" w:rsidRPr="00B3234B" w:rsidTr="0007179A"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bookmarkStart w:id="1" w:name="_Hlk7339662"/>
            <w:r w:rsidRPr="00B3234B">
              <w:rPr>
                <w:rFonts w:cs="Arial"/>
                <w:b/>
              </w:rPr>
              <w:t>Soziale Kompetenz:</w:t>
            </w:r>
          </w:p>
        </w:tc>
        <w:tc>
          <w:tcPr>
            <w:tcW w:w="238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3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38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4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bookmarkEnd w:id="1"/>
      <w:tr w:rsidR="00B32280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B32280" w:rsidRPr="009C6D80" w:rsidRDefault="00B32280" w:rsidP="00CB4EEA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093083863" w:edGrp="everyone" w:colFirst="1" w:colLast="1"/>
            <w:permStart w:id="838613637" w:edGrp="everyone" w:colFirst="2" w:colLast="2"/>
            <w:permStart w:id="891897134" w:edGrp="everyone" w:colFirst="3" w:colLast="3"/>
            <w:permStart w:id="813771132" w:edGrp="everyone" w:colFirst="4" w:colLast="4"/>
            <w:r w:rsidRPr="009C6D80">
              <w:rPr>
                <w:rFonts w:cs="Arial"/>
              </w:rPr>
              <w:t xml:space="preserve">spricht über eigene Gefühle </w:t>
            </w:r>
          </w:p>
        </w:tc>
        <w:sdt>
          <w:sdtPr>
            <w:rPr>
              <w:rFonts w:cs="Arial"/>
            </w:rPr>
            <w:id w:val="-267543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C960C4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87204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53297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05038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32280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B32280" w:rsidRPr="009C6D80" w:rsidRDefault="00B32280" w:rsidP="00CB4EEA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730141867" w:edGrp="everyone" w:colFirst="1" w:colLast="1"/>
            <w:permStart w:id="251614583" w:edGrp="everyone" w:colFirst="2" w:colLast="2"/>
            <w:permStart w:id="919343539" w:edGrp="everyone" w:colFirst="3" w:colLast="3"/>
            <w:permStart w:id="1209953819" w:edGrp="everyone" w:colFirst="4" w:colLast="4"/>
            <w:permEnd w:id="1093083863"/>
            <w:permEnd w:id="838613637"/>
            <w:permEnd w:id="891897134"/>
            <w:permEnd w:id="813771132"/>
            <w:r w:rsidRPr="009C6D80">
              <w:rPr>
                <w:rFonts w:cs="Arial"/>
              </w:rPr>
              <w:t>zeigt Mitgefühl mit anderen</w:t>
            </w:r>
          </w:p>
        </w:tc>
        <w:sdt>
          <w:sdtPr>
            <w:rPr>
              <w:rFonts w:cs="Arial"/>
            </w:rPr>
            <w:id w:val="-1859195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12060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76371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56875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32280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B32280" w:rsidRPr="009C6D80" w:rsidRDefault="00B32280" w:rsidP="00CB4EEA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303475029" w:edGrp="everyone" w:colFirst="1" w:colLast="1"/>
            <w:permStart w:id="1413174009" w:edGrp="everyone" w:colFirst="2" w:colLast="2"/>
            <w:permStart w:id="605629766" w:edGrp="everyone" w:colFirst="3" w:colLast="3"/>
            <w:permStart w:id="2040990686" w:edGrp="everyone" w:colFirst="4" w:colLast="4"/>
            <w:permEnd w:id="730141867"/>
            <w:permEnd w:id="251614583"/>
            <w:permEnd w:id="919343539"/>
            <w:permEnd w:id="1209953819"/>
            <w:r w:rsidRPr="009C6D80">
              <w:rPr>
                <w:rFonts w:cs="Arial"/>
              </w:rPr>
              <w:t>hält Regeln ein</w:t>
            </w:r>
          </w:p>
        </w:tc>
        <w:sdt>
          <w:sdtPr>
            <w:rPr>
              <w:rFonts w:cs="Arial"/>
            </w:rPr>
            <w:id w:val="-2004582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03492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80962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0417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32280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B32280" w:rsidRPr="00B3234B" w:rsidRDefault="00B32280" w:rsidP="00CB4EEA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2053587411" w:edGrp="everyone" w:colFirst="1" w:colLast="1"/>
            <w:permStart w:id="975049246" w:edGrp="everyone" w:colFirst="2" w:colLast="2"/>
            <w:permStart w:id="1339180461" w:edGrp="everyone" w:colFirst="3" w:colLast="3"/>
            <w:permStart w:id="1644001937" w:edGrp="everyone" w:colFirst="4" w:colLast="4"/>
            <w:permEnd w:id="1303475029"/>
            <w:permEnd w:id="1413174009"/>
            <w:permEnd w:id="605629766"/>
            <w:permEnd w:id="2040990686"/>
            <w:r w:rsidRPr="00B3234B">
              <w:rPr>
                <w:rFonts w:cs="Arial"/>
              </w:rPr>
              <w:t>ist sich der Konsequenz einer Handlung bewusst</w:t>
            </w:r>
          </w:p>
        </w:tc>
        <w:sdt>
          <w:sdtPr>
            <w:rPr>
              <w:rFonts w:cs="Arial"/>
            </w:rPr>
            <w:id w:val="1852215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618611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56668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76026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32280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B32280" w:rsidRPr="00B3234B" w:rsidRDefault="00B32280" w:rsidP="00CB4EEA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cs="Arial"/>
              </w:rPr>
            </w:pPr>
            <w:permStart w:id="1796759807" w:edGrp="everyone" w:colFirst="1" w:colLast="1"/>
            <w:permStart w:id="1096169733" w:edGrp="everyone" w:colFirst="2" w:colLast="2"/>
            <w:permStart w:id="1270565117" w:edGrp="everyone" w:colFirst="3" w:colLast="3"/>
            <w:permStart w:id="738727444" w:edGrp="everyone" w:colFirst="4" w:colLast="4"/>
            <w:permEnd w:id="2053587411"/>
            <w:permEnd w:id="975049246"/>
            <w:permEnd w:id="1339180461"/>
            <w:permEnd w:id="1644001937"/>
            <w:r w:rsidRPr="00B3234B">
              <w:rPr>
                <w:rFonts w:cs="Arial"/>
              </w:rPr>
              <w:t>kann Situationen aus verschiedenen Blickwinkeln betrachten</w:t>
            </w:r>
          </w:p>
        </w:tc>
        <w:sdt>
          <w:sdtPr>
            <w:rPr>
              <w:rFonts w:cs="Arial"/>
            </w:rPr>
            <w:id w:val="242842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9411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8320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66042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32280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B32280" w:rsidRPr="00B3234B" w:rsidRDefault="00B32280" w:rsidP="00CB4EEA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428042087" w:edGrp="everyone" w:colFirst="1" w:colLast="1"/>
            <w:permStart w:id="1308061912" w:edGrp="everyone" w:colFirst="2" w:colLast="2"/>
            <w:permStart w:id="722810954" w:edGrp="everyone" w:colFirst="3" w:colLast="3"/>
            <w:permStart w:id="2031422297" w:edGrp="everyone" w:colFirst="4" w:colLast="4"/>
            <w:permEnd w:id="1796759807"/>
            <w:permEnd w:id="1096169733"/>
            <w:permEnd w:id="1270565117"/>
            <w:permEnd w:id="738727444"/>
            <w:r w:rsidRPr="00B3234B">
              <w:rPr>
                <w:rFonts w:cs="Arial"/>
              </w:rPr>
              <w:t>ist hilfsbereit</w:t>
            </w:r>
          </w:p>
        </w:tc>
        <w:sdt>
          <w:sdtPr>
            <w:rPr>
              <w:rFonts w:cs="Arial"/>
            </w:rPr>
            <w:id w:val="-1218968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50531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082869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09509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32280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B32280" w:rsidRPr="00B3234B" w:rsidRDefault="00B32280" w:rsidP="00CB4EEA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1470397306" w:edGrp="everyone" w:colFirst="1" w:colLast="1"/>
            <w:permStart w:id="1819740516" w:edGrp="everyone" w:colFirst="2" w:colLast="2"/>
            <w:permStart w:id="1468231209" w:edGrp="everyone" w:colFirst="3" w:colLast="3"/>
            <w:permStart w:id="1269302620" w:edGrp="everyone" w:colFirst="4" w:colLast="4"/>
            <w:permEnd w:id="428042087"/>
            <w:permEnd w:id="1308061912"/>
            <w:permEnd w:id="722810954"/>
            <w:permEnd w:id="2031422297"/>
            <w:r w:rsidRPr="00B3234B">
              <w:rPr>
                <w:rFonts w:cs="Arial"/>
              </w:rPr>
              <w:t>hat Freunde</w:t>
            </w:r>
          </w:p>
        </w:tc>
        <w:sdt>
          <w:sdtPr>
            <w:rPr>
              <w:rFonts w:cs="Arial"/>
            </w:rPr>
            <w:id w:val="1537459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575704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2259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18599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B32280" w:rsidRPr="00B3234B" w:rsidRDefault="00C960C4" w:rsidP="00CB4EEA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1470397306"/>
      <w:permEnd w:id="1819740516"/>
      <w:permEnd w:id="1468231209"/>
      <w:permEnd w:id="1269302620"/>
    </w:tbl>
    <w:p w:rsidR="00B32280" w:rsidRPr="00B3234B" w:rsidRDefault="00B32280" w:rsidP="00B32280">
      <w:pPr>
        <w:spacing w:after="200" w:line="276" w:lineRule="auto"/>
      </w:pPr>
      <w:r w:rsidRPr="00B3234B"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460"/>
        <w:gridCol w:w="498"/>
        <w:gridCol w:w="496"/>
        <w:gridCol w:w="498"/>
        <w:gridCol w:w="504"/>
      </w:tblGrid>
      <w:tr w:rsidR="00B32280" w:rsidRPr="00B3234B" w:rsidTr="0007179A">
        <w:tc>
          <w:tcPr>
            <w:tcW w:w="4046" w:type="pct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lastRenderedPageBreak/>
              <w:t>Soziale Kompetenz (Forts.):</w:t>
            </w:r>
          </w:p>
        </w:tc>
        <w:tc>
          <w:tcPr>
            <w:tcW w:w="238" w:type="pct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37" w:type="pct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38" w:type="pct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41" w:type="pct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566248226" w:edGrp="everyone" w:colFirst="1" w:colLast="1"/>
            <w:permStart w:id="389575754" w:edGrp="everyone" w:colFirst="2" w:colLast="2"/>
            <w:permStart w:id="766865970" w:edGrp="everyone" w:colFirst="3" w:colLast="3"/>
            <w:permStart w:id="1449476679" w:edGrp="everyone" w:colFirst="4" w:colLast="4"/>
            <w:r w:rsidRPr="009C6D80">
              <w:rPr>
                <w:rFonts w:cs="Arial"/>
              </w:rPr>
              <w:t xml:space="preserve">bewältigt Konflikte </w:t>
            </w:r>
          </w:p>
        </w:tc>
        <w:sdt>
          <w:sdtPr>
            <w:rPr>
              <w:rFonts w:cs="Arial"/>
            </w:rPr>
            <w:id w:val="773053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sdt>
          <w:sdtPr>
            <w:rPr>
              <w:rFonts w:cs="Arial"/>
            </w:rPr>
            <w:id w:val="-733928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57257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102323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1302936004" w:edGrp="everyone" w:colFirst="1" w:colLast="1"/>
            <w:permStart w:id="1956516664" w:edGrp="everyone" w:colFirst="2" w:colLast="2"/>
            <w:permStart w:id="1747395792" w:edGrp="everyone" w:colFirst="3" w:colLast="3"/>
            <w:permStart w:id="1655599020" w:edGrp="everyone" w:colFirst="4" w:colLast="4"/>
            <w:permEnd w:id="566248226"/>
            <w:permEnd w:id="389575754"/>
            <w:permEnd w:id="766865970"/>
            <w:permEnd w:id="1449476679"/>
            <w:r w:rsidRPr="00B3234B">
              <w:rPr>
                <w:rFonts w:cs="Arial"/>
              </w:rPr>
              <w:t>befolgt Anweisungen</w:t>
            </w:r>
          </w:p>
        </w:tc>
        <w:sdt>
          <w:sdtPr>
            <w:rPr>
              <w:rFonts w:cs="Arial"/>
            </w:rPr>
            <w:id w:val="1976867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29521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082871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3142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10"/>
              </w:numPr>
              <w:ind w:left="714"/>
              <w:rPr>
                <w:rFonts w:cs="Arial"/>
              </w:rPr>
            </w:pPr>
            <w:permStart w:id="234752834" w:edGrp="everyone" w:colFirst="1" w:colLast="1"/>
            <w:permStart w:id="411043043" w:edGrp="everyone" w:colFirst="2" w:colLast="2"/>
            <w:permStart w:id="2060721663" w:edGrp="everyone" w:colFirst="3" w:colLast="3"/>
            <w:permStart w:id="1633774184" w:edGrp="everyone" w:colFirst="4" w:colLast="4"/>
            <w:permEnd w:id="1302936004"/>
            <w:permEnd w:id="1956516664"/>
            <w:permEnd w:id="1747395792"/>
            <w:permEnd w:id="1655599020"/>
            <w:r w:rsidRPr="00B3234B">
              <w:rPr>
                <w:rFonts w:cs="Arial"/>
              </w:rPr>
              <w:t>bittet um Hilfe</w:t>
            </w:r>
          </w:p>
        </w:tc>
        <w:sdt>
          <w:sdtPr>
            <w:rPr>
              <w:rFonts w:cs="Arial"/>
            </w:rPr>
            <w:id w:val="-1113136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1853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0631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91254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1948717259" w:edGrp="everyone" w:colFirst="1" w:colLast="1"/>
            <w:permStart w:id="1656965770" w:edGrp="everyone" w:colFirst="2" w:colLast="2"/>
            <w:permStart w:id="779692979" w:edGrp="everyone" w:colFirst="3" w:colLast="3"/>
            <w:permStart w:id="1627656738" w:edGrp="everyone" w:colFirst="4" w:colLast="4"/>
            <w:permEnd w:id="234752834"/>
            <w:permEnd w:id="411043043"/>
            <w:permEnd w:id="2060721663"/>
            <w:permEnd w:id="1633774184"/>
            <w:r w:rsidRPr="00B3234B">
              <w:rPr>
                <w:rFonts w:cs="Arial"/>
              </w:rPr>
              <w:t>reagiert angemessen auf Kritik</w:t>
            </w:r>
          </w:p>
        </w:tc>
        <w:sdt>
          <w:sdtPr>
            <w:rPr>
              <w:rFonts w:cs="Arial"/>
            </w:rPr>
            <w:id w:val="-1216890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71332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00747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074383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2015960525" w:edGrp="everyone" w:colFirst="1" w:colLast="1"/>
            <w:permStart w:id="1953826371" w:edGrp="everyone" w:colFirst="2" w:colLast="2"/>
            <w:permStart w:id="525106238" w:edGrp="everyone" w:colFirst="3" w:colLast="3"/>
            <w:permStart w:id="1542738731" w:edGrp="everyone" w:colFirst="4" w:colLast="4"/>
            <w:permEnd w:id="1948717259"/>
            <w:permEnd w:id="1656965770"/>
            <w:permEnd w:id="779692979"/>
            <w:permEnd w:id="1627656738"/>
            <w:r w:rsidRPr="00B3234B">
              <w:rPr>
                <w:rFonts w:cs="Arial"/>
              </w:rPr>
              <w:t>kann sich durchsetzen</w:t>
            </w:r>
          </w:p>
        </w:tc>
        <w:sdt>
          <w:sdtPr>
            <w:rPr>
              <w:rFonts w:cs="Arial"/>
            </w:rPr>
            <w:id w:val="743763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7107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84731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0403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2039574525" w:edGrp="everyone" w:colFirst="1" w:colLast="1"/>
            <w:permStart w:id="1310397052" w:edGrp="everyone" w:colFirst="2" w:colLast="2"/>
            <w:permStart w:id="386148885" w:edGrp="everyone" w:colFirst="3" w:colLast="3"/>
            <w:permStart w:id="1546925288" w:edGrp="everyone" w:colFirst="4" w:colLast="4"/>
            <w:permEnd w:id="2015960525"/>
            <w:permEnd w:id="1953826371"/>
            <w:permEnd w:id="525106238"/>
            <w:permEnd w:id="1542738731"/>
            <w:r w:rsidRPr="00B3234B">
              <w:rPr>
                <w:rFonts w:cs="Arial"/>
              </w:rPr>
              <w:t>ist selbstbewusst</w:t>
            </w:r>
          </w:p>
        </w:tc>
        <w:sdt>
          <w:sdtPr>
            <w:rPr>
              <w:rFonts w:cs="Arial"/>
            </w:rPr>
            <w:id w:val="744461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71786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29400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10570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1374910183" w:edGrp="everyone" w:colFirst="1" w:colLast="1"/>
            <w:permStart w:id="1559961854" w:edGrp="everyone" w:colFirst="2" w:colLast="2"/>
            <w:permStart w:id="37050160" w:edGrp="everyone" w:colFirst="3" w:colLast="3"/>
            <w:permStart w:id="36592268" w:edGrp="everyone" w:colFirst="4" w:colLast="4"/>
            <w:permEnd w:id="2039574525"/>
            <w:permEnd w:id="1310397052"/>
            <w:permEnd w:id="386148885"/>
            <w:permEnd w:id="1546925288"/>
            <w:r w:rsidRPr="00B3234B">
              <w:rPr>
                <w:rFonts w:cs="Arial"/>
              </w:rPr>
              <w:t>kann warten</w:t>
            </w:r>
          </w:p>
        </w:tc>
        <w:sdt>
          <w:sdtPr>
            <w:rPr>
              <w:rFonts w:cs="Arial"/>
            </w:rPr>
            <w:id w:val="1748143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03608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53154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91040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1456951823" w:edGrp="everyone" w:colFirst="1" w:colLast="1"/>
            <w:permStart w:id="1199255336" w:edGrp="everyone" w:colFirst="2" w:colLast="2"/>
            <w:permStart w:id="1829111043" w:edGrp="everyone" w:colFirst="3" w:colLast="3"/>
            <w:permStart w:id="1143757307" w:edGrp="everyone" w:colFirst="4" w:colLast="4"/>
            <w:permEnd w:id="1374910183"/>
            <w:permEnd w:id="1559961854"/>
            <w:permEnd w:id="37050160"/>
            <w:permEnd w:id="36592268"/>
            <w:r w:rsidRPr="00B3234B">
              <w:rPr>
                <w:rFonts w:cs="Arial"/>
              </w:rPr>
              <w:t>ist bereit zu teilen</w:t>
            </w:r>
          </w:p>
        </w:tc>
        <w:sdt>
          <w:sdtPr>
            <w:rPr>
              <w:rFonts w:cs="Arial"/>
            </w:rPr>
            <w:id w:val="1434011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78677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928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61393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783550842" w:edGrp="everyone" w:colFirst="1" w:colLast="1"/>
            <w:permStart w:id="1379892814" w:edGrp="everyone" w:colFirst="2" w:colLast="2"/>
            <w:permStart w:id="1405554847" w:edGrp="everyone" w:colFirst="3" w:colLast="3"/>
            <w:permStart w:id="583487357" w:edGrp="everyone" w:colFirst="4" w:colLast="4"/>
            <w:permEnd w:id="1456951823"/>
            <w:permEnd w:id="1199255336"/>
            <w:permEnd w:id="1829111043"/>
            <w:permEnd w:id="1143757307"/>
            <w:r w:rsidRPr="00B3234B">
              <w:rPr>
                <w:rFonts w:cs="Arial"/>
              </w:rPr>
              <w:t>kann anderen zuhören</w:t>
            </w:r>
          </w:p>
        </w:tc>
        <w:sdt>
          <w:sdtPr>
            <w:rPr>
              <w:rFonts w:cs="Arial"/>
            </w:rPr>
            <w:id w:val="630989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14341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04364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92663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ind w:right="-598"/>
              <w:rPr>
                <w:rFonts w:cs="Arial"/>
              </w:rPr>
            </w:pPr>
            <w:permStart w:id="291723209" w:edGrp="everyone" w:colFirst="1" w:colLast="1"/>
            <w:permStart w:id="931276059" w:edGrp="everyone" w:colFirst="2" w:colLast="2"/>
            <w:permStart w:id="1377583490" w:edGrp="everyone" w:colFirst="3" w:colLast="3"/>
            <w:permStart w:id="1224161348" w:edGrp="everyone" w:colFirst="4" w:colLast="4"/>
            <w:permEnd w:id="783550842"/>
            <w:permEnd w:id="1379892814"/>
            <w:permEnd w:id="1405554847"/>
            <w:permEnd w:id="583487357"/>
            <w:r w:rsidRPr="00B3234B">
              <w:rPr>
                <w:rFonts w:cs="Arial"/>
              </w:rPr>
              <w:t xml:space="preserve">zeigt Einsicht und Kompromissbereitschaft </w:t>
            </w:r>
          </w:p>
        </w:tc>
        <w:sdt>
          <w:sdtPr>
            <w:rPr>
              <w:rFonts w:cs="Arial"/>
            </w:rPr>
            <w:id w:val="743998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59691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88834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09933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rPr>
                <w:rFonts w:cs="Arial"/>
              </w:rPr>
            </w:pPr>
            <w:permStart w:id="847277291" w:edGrp="everyone" w:colFirst="1" w:colLast="1"/>
            <w:permStart w:id="1610227108" w:edGrp="everyone" w:colFirst="2" w:colLast="2"/>
            <w:permStart w:id="2138789376" w:edGrp="everyone" w:colFirst="3" w:colLast="3"/>
            <w:permStart w:id="1047947939" w:edGrp="everyone" w:colFirst="4" w:colLast="4"/>
            <w:permEnd w:id="291723209"/>
            <w:permEnd w:id="931276059"/>
            <w:permEnd w:id="1377583490"/>
            <w:permEnd w:id="1224161348"/>
            <w:r w:rsidRPr="00B3234B">
              <w:rPr>
                <w:rFonts w:cs="Arial"/>
              </w:rPr>
              <w:t>wirkt emotional stabil</w:t>
            </w:r>
          </w:p>
        </w:tc>
        <w:sdt>
          <w:sdtPr>
            <w:rPr>
              <w:rFonts w:cs="Arial"/>
            </w:rPr>
            <w:id w:val="1234273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81307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14174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44064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rPr>
                <w:rFonts w:cs="Arial"/>
              </w:rPr>
            </w:pPr>
            <w:permStart w:id="1129645637" w:edGrp="everyone" w:colFirst="1" w:colLast="1"/>
            <w:permStart w:id="1688487946" w:edGrp="everyone" w:colFirst="2" w:colLast="2"/>
            <w:permStart w:id="1438659338" w:edGrp="everyone" w:colFirst="3" w:colLast="3"/>
            <w:permStart w:id="1926430855" w:edGrp="everyone" w:colFirst="4" w:colLast="4"/>
            <w:permEnd w:id="847277291"/>
            <w:permEnd w:id="1610227108"/>
            <w:permEnd w:id="2138789376"/>
            <w:permEnd w:id="1047947939"/>
            <w:r w:rsidRPr="00B3234B">
              <w:rPr>
                <w:rFonts w:cs="Arial"/>
              </w:rPr>
              <w:t>kann Misserfolge verkraften</w:t>
            </w:r>
          </w:p>
        </w:tc>
        <w:sdt>
          <w:sdtPr>
            <w:rPr>
              <w:rFonts w:cs="Arial"/>
            </w:rPr>
            <w:id w:val="-1400432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01739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51443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01207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581854071" w:edGrp="everyone" w:colFirst="1" w:colLast="1"/>
            <w:permStart w:id="2030183088" w:edGrp="everyone" w:colFirst="2" w:colLast="2"/>
            <w:permStart w:id="2121075985" w:edGrp="everyone" w:colFirst="3" w:colLast="3"/>
            <w:permStart w:id="1242136209" w:edGrp="everyone" w:colFirst="4" w:colLast="4"/>
            <w:permEnd w:id="1129645637"/>
            <w:permEnd w:id="1688487946"/>
            <w:permEnd w:id="1438659338"/>
            <w:permEnd w:id="1926430855"/>
            <w:r w:rsidRPr="00B3234B">
              <w:rPr>
                <w:rFonts w:cs="Arial"/>
              </w:rPr>
              <w:t>hat eine realistische Selbst- und Fremdwahrnehmung</w:t>
            </w:r>
          </w:p>
        </w:tc>
        <w:sdt>
          <w:sdtPr>
            <w:rPr>
              <w:rFonts w:cs="Arial"/>
            </w:rPr>
            <w:id w:val="1289934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55875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68874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32093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577650765" w:edGrp="everyone" w:colFirst="1" w:colLast="1"/>
            <w:permStart w:id="1403931281" w:edGrp="everyone" w:colFirst="2" w:colLast="2"/>
            <w:permStart w:id="1370453341" w:edGrp="everyone" w:colFirst="3" w:colLast="3"/>
            <w:permStart w:id="577925431" w:edGrp="everyone" w:colFirst="4" w:colLast="4"/>
            <w:permEnd w:id="581854071"/>
            <w:permEnd w:id="2030183088"/>
            <w:permEnd w:id="2121075985"/>
            <w:permEnd w:id="1242136209"/>
            <w:r w:rsidRPr="00B3234B">
              <w:rPr>
                <w:rFonts w:cs="Arial"/>
              </w:rPr>
              <w:t>reagiert flexibel auf Veränderungen</w:t>
            </w:r>
          </w:p>
        </w:tc>
        <w:sdt>
          <w:sdtPr>
            <w:rPr>
              <w:rFonts w:cs="Arial"/>
            </w:rPr>
            <w:id w:val="-808316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83311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529497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526606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956258110" w:edGrp="everyone" w:colFirst="1" w:colLast="1"/>
            <w:permStart w:id="1649675627" w:edGrp="everyone" w:colFirst="2" w:colLast="2"/>
            <w:permStart w:id="1086945039" w:edGrp="everyone" w:colFirst="3" w:colLast="3"/>
            <w:permStart w:id="946875459" w:edGrp="everyone" w:colFirst="4" w:colLast="4"/>
            <w:permEnd w:id="1577650765"/>
            <w:permEnd w:id="1403931281"/>
            <w:permEnd w:id="1370453341"/>
            <w:permEnd w:id="577925431"/>
            <w:r w:rsidRPr="00B3234B">
              <w:rPr>
                <w:rFonts w:cs="Arial"/>
              </w:rPr>
              <w:t xml:space="preserve">übernachtet auch ohne elterliche Bezugsperson </w:t>
            </w:r>
            <w:r w:rsidRPr="00B3234B">
              <w:rPr>
                <w:rFonts w:cs="Arial"/>
                <w:sz w:val="16"/>
              </w:rPr>
              <w:t>(Klassenfahrten/Freunde/Verwandte)</w:t>
            </w:r>
          </w:p>
        </w:tc>
        <w:sdt>
          <w:sdtPr>
            <w:rPr>
              <w:rFonts w:cs="Arial"/>
            </w:rPr>
            <w:id w:val="47132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76323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50605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93414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46" w:type="pct"/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8"/>
              </w:numPr>
              <w:contextualSpacing w:val="0"/>
              <w:rPr>
                <w:rFonts w:cs="Arial"/>
              </w:rPr>
            </w:pPr>
            <w:permStart w:id="1701730552" w:edGrp="everyone" w:colFirst="1" w:colLast="1"/>
            <w:permStart w:id="971669186" w:edGrp="everyone" w:colFirst="2" w:colLast="2"/>
            <w:permStart w:id="148011239" w:edGrp="everyone" w:colFirst="3" w:colLast="3"/>
            <w:permStart w:id="1234894879" w:edGrp="everyone" w:colFirst="4" w:colLast="4"/>
            <w:permEnd w:id="1956258110"/>
            <w:permEnd w:id="1649675627"/>
            <w:permEnd w:id="1086945039"/>
            <w:permEnd w:id="946875459"/>
            <w:r w:rsidRPr="00B3234B">
              <w:rPr>
                <w:rFonts w:cs="Arial"/>
              </w:rPr>
              <w:t>zeigt angemessenen Sprachgebrauch (ohne Fäkal-/Vulgärsprache)</w:t>
            </w:r>
          </w:p>
        </w:tc>
        <w:sdt>
          <w:sdtPr>
            <w:rPr>
              <w:rFonts w:cs="Arial"/>
            </w:rPr>
            <w:id w:val="532165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74116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78468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564414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1701730552"/>
      <w:permEnd w:id="971669186"/>
      <w:permEnd w:id="148011239"/>
      <w:permEnd w:id="1234894879"/>
    </w:tbl>
    <w:p w:rsidR="00B32280" w:rsidRPr="00B3234B" w:rsidRDefault="00B32280" w:rsidP="00B32280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468"/>
        <w:gridCol w:w="498"/>
        <w:gridCol w:w="498"/>
        <w:gridCol w:w="498"/>
        <w:gridCol w:w="494"/>
      </w:tblGrid>
      <w:tr w:rsidR="00B32280" w:rsidRPr="00B3234B" w:rsidTr="00C960C4">
        <w:tc>
          <w:tcPr>
            <w:tcW w:w="4049" w:type="pc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  <w:sz w:val="20"/>
              </w:rPr>
              <w:t>Abweichendes Verhalten:</w:t>
            </w:r>
          </w:p>
        </w:tc>
        <w:tc>
          <w:tcPr>
            <w:tcW w:w="23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3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3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36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C960C4" w:rsidRPr="00B3234B" w:rsidTr="00C960C4">
        <w:trPr>
          <w:trHeight w:val="374"/>
        </w:trPr>
        <w:tc>
          <w:tcPr>
            <w:tcW w:w="4049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893232760" w:edGrp="everyone" w:colFirst="1" w:colLast="1"/>
            <w:permStart w:id="1836670647" w:edGrp="everyone" w:colFirst="2" w:colLast="2"/>
            <w:permStart w:id="1699026076" w:edGrp="everyone" w:colFirst="3" w:colLast="3"/>
            <w:permStart w:id="1624598060" w:edGrp="everyone" w:colFirst="4" w:colLast="4"/>
            <w:r w:rsidRPr="00B3234B">
              <w:rPr>
                <w:rFonts w:cs="Arial"/>
              </w:rPr>
              <w:t>verbale oder körperliche Aggressivität</w:t>
            </w:r>
          </w:p>
        </w:tc>
        <w:sdt>
          <w:sdtPr>
            <w:rPr>
              <w:rFonts w:cs="Arial"/>
            </w:rPr>
            <w:id w:val="-1597159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top w:val="single" w:sz="4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27965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top w:val="single" w:sz="4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79065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top w:val="single" w:sz="4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16095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pct"/>
                <w:tcBorders>
                  <w:top w:val="single" w:sz="4" w:space="0" w:color="auto"/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049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633421277" w:edGrp="everyone" w:colFirst="1" w:colLast="1"/>
            <w:permStart w:id="1856526007" w:edGrp="everyone" w:colFirst="2" w:colLast="2"/>
            <w:permStart w:id="1942447917" w:edGrp="everyone" w:colFirst="3" w:colLast="3"/>
            <w:permStart w:id="4090236" w:edGrp="everyone" w:colFirst="4" w:colLast="4"/>
            <w:permEnd w:id="1893232760"/>
            <w:permEnd w:id="1836670647"/>
            <w:permEnd w:id="1699026076"/>
            <w:permEnd w:id="1624598060"/>
            <w:r w:rsidRPr="00B3234B">
              <w:rPr>
                <w:rFonts w:cs="Arial"/>
              </w:rPr>
              <w:t>kriminelle Handlungen</w:t>
            </w:r>
          </w:p>
        </w:tc>
        <w:sdt>
          <w:sdtPr>
            <w:rPr>
              <w:rFonts w:cs="Arial"/>
            </w:rPr>
            <w:id w:val="-736010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30785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64928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348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049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201763140" w:edGrp="everyone" w:colFirst="1" w:colLast="1"/>
            <w:permStart w:id="391394894" w:edGrp="everyone" w:colFirst="2" w:colLast="2"/>
            <w:permStart w:id="1119033610" w:edGrp="everyone" w:colFirst="3" w:colLast="3"/>
            <w:permStart w:id="889127212" w:edGrp="everyone" w:colFirst="4" w:colLast="4"/>
            <w:permEnd w:id="1633421277"/>
            <w:permEnd w:id="1856526007"/>
            <w:permEnd w:id="1942447917"/>
            <w:permEnd w:id="4090236"/>
            <w:r w:rsidRPr="00B3234B">
              <w:rPr>
                <w:rFonts w:cs="Arial"/>
              </w:rPr>
              <w:t>Drogenmissbrauch</w:t>
            </w:r>
          </w:p>
        </w:tc>
        <w:sdt>
          <w:sdtPr>
            <w:rPr>
              <w:rFonts w:cs="Arial"/>
            </w:rPr>
            <w:id w:val="-204645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18947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23618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772398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049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71653488" w:edGrp="everyone" w:colFirst="1" w:colLast="1"/>
            <w:permStart w:id="31524830" w:edGrp="everyone" w:colFirst="2" w:colLast="2"/>
            <w:permStart w:id="321081399" w:edGrp="everyone" w:colFirst="3" w:colLast="3"/>
            <w:permStart w:id="1898602908" w:edGrp="everyone" w:colFirst="4" w:colLast="4"/>
            <w:permEnd w:id="1201763140"/>
            <w:permEnd w:id="391394894"/>
            <w:permEnd w:id="1119033610"/>
            <w:permEnd w:id="889127212"/>
            <w:r w:rsidRPr="00B3234B">
              <w:rPr>
                <w:rFonts w:cs="Arial"/>
              </w:rPr>
              <w:t>negative Einflüsse durch Freundeskreis</w:t>
            </w:r>
          </w:p>
        </w:tc>
        <w:sdt>
          <w:sdtPr>
            <w:rPr>
              <w:rFonts w:cs="Arial"/>
            </w:rPr>
            <w:id w:val="1236201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8562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73951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32017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049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342772740" w:edGrp="everyone" w:colFirst="1" w:colLast="1"/>
            <w:permStart w:id="1875001444" w:edGrp="everyone" w:colFirst="2" w:colLast="2"/>
            <w:permStart w:id="1983981626" w:edGrp="everyone" w:colFirst="3" w:colLast="3"/>
            <w:permStart w:id="208170198" w:edGrp="everyone" w:colFirst="4" w:colLast="4"/>
            <w:permEnd w:id="71653488"/>
            <w:permEnd w:id="31524830"/>
            <w:permEnd w:id="321081399"/>
            <w:permEnd w:id="1898602908"/>
            <w:r w:rsidRPr="00B3234B">
              <w:rPr>
                <w:rFonts w:cs="Arial"/>
              </w:rPr>
              <w:t>Vagabundieren</w:t>
            </w:r>
          </w:p>
        </w:tc>
        <w:sdt>
          <w:sdtPr>
            <w:rPr>
              <w:rFonts w:cs="Arial"/>
            </w:rPr>
            <w:id w:val="-1996947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71893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118796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69683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049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725890165" w:edGrp="everyone" w:colFirst="1" w:colLast="1"/>
            <w:permStart w:id="1527255419" w:edGrp="everyone" w:colFirst="2" w:colLast="2"/>
            <w:permStart w:id="1656584262" w:edGrp="everyone" w:colFirst="3" w:colLast="3"/>
            <w:permStart w:id="1567113205" w:edGrp="everyone" w:colFirst="4" w:colLast="4"/>
            <w:permEnd w:id="1342772740"/>
            <w:permEnd w:id="1875001444"/>
            <w:permEnd w:id="1983981626"/>
            <w:permEnd w:id="208170198"/>
            <w:r w:rsidRPr="00B3234B">
              <w:rPr>
                <w:rFonts w:cs="Arial"/>
              </w:rPr>
              <w:t>Vandalismus</w:t>
            </w:r>
          </w:p>
        </w:tc>
        <w:sdt>
          <w:sdtPr>
            <w:rPr>
              <w:rFonts w:cs="Arial"/>
            </w:rPr>
            <w:id w:val="1729258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50941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12136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54370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049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403454639" w:edGrp="everyone" w:colFirst="1" w:colLast="1"/>
            <w:permStart w:id="1385773291" w:edGrp="everyone" w:colFirst="2" w:colLast="2"/>
            <w:permStart w:id="2007333665" w:edGrp="everyone" w:colFirst="3" w:colLast="3"/>
            <w:permStart w:id="108413282" w:edGrp="everyone" w:colFirst="4" w:colLast="4"/>
            <w:permEnd w:id="725890165"/>
            <w:permEnd w:id="1527255419"/>
            <w:permEnd w:id="1656584262"/>
            <w:permEnd w:id="1567113205"/>
            <w:r w:rsidRPr="00B3234B">
              <w:rPr>
                <w:rFonts w:cs="Arial"/>
              </w:rPr>
              <w:t>Schulabsentismus/Schulverweigerung/„Schwänzen“</w:t>
            </w:r>
          </w:p>
        </w:tc>
        <w:sdt>
          <w:sdtPr>
            <w:rPr>
              <w:rFonts w:cs="Arial"/>
            </w:rPr>
            <w:id w:val="889846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56018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94221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390535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403454639"/>
      <w:permEnd w:id="1385773291"/>
      <w:permEnd w:id="2007333665"/>
      <w:permEnd w:id="108413282"/>
    </w:tbl>
    <w:p w:rsidR="00B32280" w:rsidRPr="00B3234B" w:rsidRDefault="00B32280" w:rsidP="00B32280">
      <w:pPr>
        <w:spacing w:after="0"/>
        <w:rPr>
          <w:rFonts w:cs="Arial"/>
        </w:rPr>
      </w:pPr>
    </w:p>
    <w:p w:rsidR="00B32280" w:rsidRPr="00B3234B" w:rsidRDefault="00B32280" w:rsidP="00B32280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2280" w:rsidRPr="00B3234B" w:rsidTr="0007179A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B32280" w:rsidRPr="00B3234B" w:rsidRDefault="00B32280" w:rsidP="0007179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Anmerkungen:</w:t>
            </w:r>
          </w:p>
          <w:p w:rsidR="00B32280" w:rsidRPr="00B3234B" w:rsidRDefault="00B32280" w:rsidP="0007179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Sozialverhalten</w:t>
            </w:r>
          </w:p>
        </w:tc>
      </w:tr>
      <w:permStart w:id="436404534" w:edGrp="everyone"/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436404534"/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</w:tc>
      </w:tr>
    </w:tbl>
    <w:p w:rsidR="00B32280" w:rsidRPr="00B3234B" w:rsidRDefault="00B32280" w:rsidP="00B32280">
      <w:r w:rsidRPr="00B3234B"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48"/>
        <w:gridCol w:w="475"/>
        <w:gridCol w:w="475"/>
        <w:gridCol w:w="477"/>
        <w:gridCol w:w="481"/>
      </w:tblGrid>
      <w:tr w:rsidR="00B32280" w:rsidRPr="00B3234B" w:rsidTr="0007179A">
        <w:trPr>
          <w:trHeight w:val="567"/>
        </w:trPr>
        <w:tc>
          <w:tcPr>
            <w:tcW w:w="4088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B32280" w:rsidRPr="00B3234B" w:rsidRDefault="00B32280" w:rsidP="0007179A">
            <w:pPr>
              <w:pStyle w:val="Listenabsatz"/>
              <w:jc w:val="center"/>
              <w:rPr>
                <w:rFonts w:cs="Arial"/>
              </w:rPr>
            </w:pPr>
          </w:p>
          <w:p w:rsidR="00B32280" w:rsidRPr="00B3234B" w:rsidRDefault="00B32280" w:rsidP="00B32280">
            <w:pPr>
              <w:pStyle w:val="Listenabsatz"/>
              <w:numPr>
                <w:ilvl w:val="0"/>
                <w:numId w:val="12"/>
              </w:numPr>
              <w:jc w:val="center"/>
              <w:rPr>
                <w:rFonts w:cs="Arial"/>
              </w:rPr>
            </w:pPr>
            <w:r w:rsidRPr="00B3234B">
              <w:rPr>
                <w:rFonts w:cs="Arial"/>
                <w:b/>
              </w:rPr>
              <w:t>Motivation</w:t>
            </w:r>
          </w:p>
          <w:p w:rsidR="00B32280" w:rsidRPr="00B3234B" w:rsidRDefault="00B32280" w:rsidP="0007179A">
            <w:pPr>
              <w:ind w:left="360"/>
              <w:jc w:val="center"/>
              <w:rPr>
                <w:rFonts w:cs="Arial"/>
              </w:rPr>
            </w:pPr>
          </w:p>
        </w:tc>
        <w:tc>
          <w:tcPr>
            <w:tcW w:w="912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</w:t>
            </w:r>
          </w:p>
        </w:tc>
      </w:tr>
      <w:tr w:rsidR="00B32280" w:rsidRPr="00B3234B" w:rsidTr="0007179A">
        <w:tc>
          <w:tcPr>
            <w:tcW w:w="4088" w:type="pct"/>
            <w:tcBorders>
              <w:right w:val="single" w:sz="8" w:space="0" w:color="auto"/>
            </w:tcBorders>
          </w:tcPr>
          <w:p w:rsidR="00B32280" w:rsidRPr="00B3234B" w:rsidRDefault="00B32280" w:rsidP="0007179A">
            <w:pPr>
              <w:rPr>
                <w:rFonts w:cs="Arial"/>
              </w:rPr>
            </w:pPr>
          </w:p>
        </w:tc>
        <w:tc>
          <w:tcPr>
            <w:tcW w:w="227" w:type="pct"/>
            <w:tcBorders>
              <w:left w:val="single" w:sz="8" w:space="0" w:color="auto"/>
              <w:right w:val="single" w:sz="8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27" w:type="pct"/>
            <w:tcBorders>
              <w:left w:val="single" w:sz="8" w:space="0" w:color="auto"/>
              <w:right w:val="single" w:sz="8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28" w:type="pct"/>
            <w:tcBorders>
              <w:left w:val="single" w:sz="8" w:space="0" w:color="auto"/>
              <w:right w:val="single" w:sz="8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30" w:type="pct"/>
            <w:tcBorders>
              <w:left w:val="single" w:sz="8" w:space="0" w:color="auto"/>
              <w:right w:val="single" w:sz="4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170858570" w:edGrp="everyone" w:colFirst="1" w:colLast="1"/>
            <w:permStart w:id="645094013" w:edGrp="everyone" w:colFirst="2" w:colLast="2"/>
            <w:permStart w:id="740637136" w:edGrp="everyone" w:colFirst="3" w:colLast="3"/>
            <w:permStart w:id="1586844346" w:edGrp="everyone" w:colFirst="4" w:colLast="4"/>
            <w:r w:rsidRPr="00B3234B">
              <w:rPr>
                <w:rFonts w:cs="Arial"/>
              </w:rPr>
              <w:t>hat Freizeitinteressen/Hobbys</w:t>
            </w:r>
          </w:p>
        </w:tc>
        <w:sdt>
          <w:sdtPr>
            <w:rPr>
              <w:rFonts w:cs="Arial"/>
            </w:rPr>
            <w:id w:val="-427420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09553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688298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34782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88428015" w:edGrp="everyone" w:colFirst="1" w:colLast="1"/>
            <w:permStart w:id="637622271" w:edGrp="everyone" w:colFirst="2" w:colLast="2"/>
            <w:permStart w:id="1713384142" w:edGrp="everyone" w:colFirst="3" w:colLast="3"/>
            <w:permStart w:id="1592334212" w:edGrp="everyone" w:colFirst="4" w:colLast="4"/>
            <w:permEnd w:id="170858570"/>
            <w:permEnd w:id="645094013"/>
            <w:permEnd w:id="740637136"/>
            <w:permEnd w:id="1586844346"/>
            <w:r w:rsidRPr="00B3234B">
              <w:rPr>
                <w:rFonts w:cs="Arial"/>
              </w:rPr>
              <w:t>kann sich selbstständig beschäftigen</w:t>
            </w:r>
          </w:p>
        </w:tc>
        <w:sdt>
          <w:sdtPr>
            <w:rPr>
              <w:rFonts w:cs="Arial"/>
            </w:rPr>
            <w:id w:val="613400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77429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12709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62565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1768253762" w:edGrp="everyone" w:colFirst="1" w:colLast="1"/>
            <w:permStart w:id="1049825288" w:edGrp="everyone" w:colFirst="2" w:colLast="2"/>
            <w:permStart w:id="1240027623" w:edGrp="everyone" w:colFirst="3" w:colLast="3"/>
            <w:permStart w:id="847724001" w:edGrp="everyone" w:colFirst="4" w:colLast="4"/>
            <w:permEnd w:id="88428015"/>
            <w:permEnd w:id="637622271"/>
            <w:permEnd w:id="1713384142"/>
            <w:permEnd w:id="1592334212"/>
            <w:r w:rsidRPr="00B3234B">
              <w:rPr>
                <w:rFonts w:cs="Arial"/>
              </w:rPr>
              <w:t>kann bei der Sache bleiben</w:t>
            </w:r>
          </w:p>
        </w:tc>
        <w:sdt>
          <w:sdtPr>
            <w:rPr>
              <w:rFonts w:cs="Arial"/>
            </w:rPr>
            <w:id w:val="1148717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139835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76353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83314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1442785457" w:edGrp="everyone" w:colFirst="1" w:colLast="1"/>
            <w:permStart w:id="1578913258" w:edGrp="everyone" w:colFirst="2" w:colLast="2"/>
            <w:permStart w:id="170989812" w:edGrp="everyone" w:colFirst="3" w:colLast="3"/>
            <w:permStart w:id="251732717" w:edGrp="everyone" w:colFirst="4" w:colLast="4"/>
            <w:permEnd w:id="1768253762"/>
            <w:permEnd w:id="1049825288"/>
            <w:permEnd w:id="1240027623"/>
            <w:permEnd w:id="847724001"/>
            <w:r w:rsidRPr="00B3234B">
              <w:rPr>
                <w:rFonts w:cs="Arial"/>
              </w:rPr>
              <w:t>zeigt Lernbereitschaft</w:t>
            </w:r>
          </w:p>
        </w:tc>
        <w:sdt>
          <w:sdtPr>
            <w:rPr>
              <w:rFonts w:cs="Arial"/>
            </w:rPr>
            <w:id w:val="1956985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0511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19327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80329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91047767" w:edGrp="everyone" w:colFirst="1" w:colLast="1"/>
            <w:permStart w:id="1420252971" w:edGrp="everyone" w:colFirst="2" w:colLast="2"/>
            <w:permStart w:id="919098361" w:edGrp="everyone" w:colFirst="3" w:colLast="3"/>
            <w:permStart w:id="1032676686" w:edGrp="everyone" w:colFirst="4" w:colLast="4"/>
            <w:permEnd w:id="1442785457"/>
            <w:permEnd w:id="1578913258"/>
            <w:permEnd w:id="170989812"/>
            <w:permEnd w:id="251732717"/>
            <w:r w:rsidRPr="00B3234B">
              <w:rPr>
                <w:rFonts w:cs="Arial"/>
              </w:rPr>
              <w:t>geht gern in die Schule</w:t>
            </w:r>
          </w:p>
        </w:tc>
        <w:sdt>
          <w:sdtPr>
            <w:rPr>
              <w:rFonts w:cs="Arial"/>
            </w:rPr>
            <w:id w:val="-1789734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30642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50291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54643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757497238" w:edGrp="everyone" w:colFirst="1" w:colLast="1"/>
            <w:permStart w:id="1047811986" w:edGrp="everyone" w:colFirst="2" w:colLast="2"/>
            <w:permStart w:id="1987456349" w:edGrp="everyone" w:colFirst="3" w:colLast="3"/>
            <w:permStart w:id="1529374805" w:edGrp="everyone" w:colFirst="4" w:colLast="4"/>
            <w:permEnd w:id="91047767"/>
            <w:permEnd w:id="1420252971"/>
            <w:permEnd w:id="919098361"/>
            <w:permEnd w:id="1032676686"/>
            <w:r w:rsidRPr="00B3234B">
              <w:rPr>
                <w:rFonts w:cs="Arial"/>
              </w:rPr>
              <w:t xml:space="preserve">schätzt eigene Fähigkeiten angemessen ein </w:t>
            </w:r>
          </w:p>
        </w:tc>
        <w:sdt>
          <w:sdtPr>
            <w:rPr>
              <w:rFonts w:cs="Arial"/>
            </w:rPr>
            <w:id w:val="-52039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46899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61727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667786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928728760" w:edGrp="everyone" w:colFirst="1" w:colLast="1"/>
            <w:permStart w:id="1157848445" w:edGrp="everyone" w:colFirst="2" w:colLast="2"/>
            <w:permStart w:id="1672563068" w:edGrp="everyone" w:colFirst="3" w:colLast="3"/>
            <w:permStart w:id="296302859" w:edGrp="everyone" w:colFirst="4" w:colLast="4"/>
            <w:permEnd w:id="757497238"/>
            <w:permEnd w:id="1047811986"/>
            <w:permEnd w:id="1987456349"/>
            <w:permEnd w:id="1529374805"/>
            <w:r w:rsidRPr="00B3234B">
              <w:rPr>
                <w:rFonts w:cs="Arial"/>
              </w:rPr>
              <w:t>nimmt Herausforderungen an</w:t>
            </w:r>
          </w:p>
        </w:tc>
        <w:sdt>
          <w:sdtPr>
            <w:rPr>
              <w:rFonts w:cs="Arial"/>
            </w:rPr>
            <w:id w:val="-1073342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059093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58985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10792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permStart w:id="2058168942" w:edGrp="everyone" w:colFirst="1" w:colLast="1"/>
            <w:permStart w:id="1525161764" w:edGrp="everyone" w:colFirst="2" w:colLast="2"/>
            <w:permStart w:id="1604924624" w:edGrp="everyone" w:colFirst="3" w:colLast="3"/>
            <w:permStart w:id="315104514" w:edGrp="everyone" w:colFirst="4" w:colLast="4"/>
            <w:permEnd w:id="928728760"/>
            <w:permEnd w:id="1157848445"/>
            <w:permEnd w:id="1672563068"/>
            <w:permEnd w:id="296302859"/>
            <w:r w:rsidRPr="00B3234B">
              <w:rPr>
                <w:rFonts w:cs="Arial"/>
              </w:rPr>
              <w:t>spricht zu Hause über schulische Erlebnisse</w:t>
            </w:r>
          </w:p>
        </w:tc>
        <w:sdt>
          <w:sdtPr>
            <w:rPr>
              <w:rFonts w:cs="Arial"/>
            </w:rPr>
            <w:id w:val="-537893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03008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32548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96763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permStart w:id="1678915316" w:edGrp="everyone" w:colFirst="1" w:colLast="1"/>
            <w:permStart w:id="1533035973" w:edGrp="everyone" w:colFirst="2" w:colLast="2"/>
            <w:permStart w:id="2131702016" w:edGrp="everyone" w:colFirst="3" w:colLast="3"/>
            <w:permStart w:id="1357195538" w:edGrp="everyone" w:colFirst="4" w:colLast="4"/>
            <w:permEnd w:id="2058168942"/>
            <w:permEnd w:id="1525161764"/>
            <w:permEnd w:id="1604924624"/>
            <w:permEnd w:id="315104514"/>
            <w:r w:rsidRPr="00B3234B">
              <w:rPr>
                <w:rFonts w:cs="Arial"/>
              </w:rPr>
              <w:t>zeigt Interesse an bestimmten Themen</w:t>
            </w:r>
          </w:p>
        </w:tc>
        <w:sdt>
          <w:sdtPr>
            <w:rPr>
              <w:rFonts w:cs="Arial"/>
            </w:rPr>
            <w:id w:val="553519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07618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330504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504015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permStart w:id="1529688292" w:edGrp="everyone" w:colFirst="1" w:colLast="1"/>
            <w:permStart w:id="845817235" w:edGrp="everyone" w:colFirst="2" w:colLast="2"/>
            <w:permStart w:id="1417037199" w:edGrp="everyone" w:colFirst="3" w:colLast="3"/>
            <w:permStart w:id="201262607" w:edGrp="everyone" w:colFirst="4" w:colLast="4"/>
            <w:permEnd w:id="1678915316"/>
            <w:permEnd w:id="1533035973"/>
            <w:permEnd w:id="2131702016"/>
            <w:permEnd w:id="1357195538"/>
            <w:r w:rsidRPr="00B3234B">
              <w:rPr>
                <w:rFonts w:cs="Arial"/>
              </w:rPr>
              <w:t>erledigt Hausaufgaben zuverlässig</w:t>
            </w:r>
          </w:p>
        </w:tc>
        <w:sdt>
          <w:sdtPr>
            <w:rPr>
              <w:rFonts w:cs="Arial"/>
            </w:rPr>
            <w:id w:val="-63648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620568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095402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92294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permStart w:id="543710511" w:edGrp="everyone" w:colFirst="1" w:colLast="1"/>
            <w:permStart w:id="352413279" w:edGrp="everyone" w:colFirst="2" w:colLast="2"/>
            <w:permStart w:id="577273304" w:edGrp="everyone" w:colFirst="3" w:colLast="3"/>
            <w:permStart w:id="2139106890" w:edGrp="everyone" w:colFirst="4" w:colLast="4"/>
            <w:permEnd w:id="1529688292"/>
            <w:permEnd w:id="845817235"/>
            <w:permEnd w:id="1417037199"/>
            <w:permEnd w:id="201262607"/>
            <w:r w:rsidRPr="00B3234B">
              <w:rPr>
                <w:rFonts w:cs="Arial"/>
              </w:rPr>
              <w:t xml:space="preserve">hat zu Hause einen festen Arbeitsplatz </w:t>
            </w:r>
          </w:p>
        </w:tc>
        <w:sdt>
          <w:sdtPr>
            <w:rPr>
              <w:rFonts w:cs="Arial"/>
            </w:rPr>
            <w:id w:val="196954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2101600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27348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69244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permStart w:id="96412647" w:edGrp="everyone" w:colFirst="1" w:colLast="1"/>
            <w:permStart w:id="1348348248" w:edGrp="everyone" w:colFirst="2" w:colLast="2"/>
            <w:permStart w:id="1786871071" w:edGrp="everyone" w:colFirst="3" w:colLast="3"/>
            <w:permStart w:id="533275460" w:edGrp="everyone" w:colFirst="4" w:colLast="4"/>
            <w:permEnd w:id="543710511"/>
            <w:permEnd w:id="352413279"/>
            <w:permEnd w:id="577273304"/>
            <w:permEnd w:id="2139106890"/>
            <w:r w:rsidRPr="00B3234B">
              <w:rPr>
                <w:rFonts w:cs="Arial"/>
              </w:rPr>
              <w:t>behandelt Schul- und Arbeitsmaterial sorgfältig</w:t>
            </w:r>
          </w:p>
        </w:tc>
        <w:sdt>
          <w:sdtPr>
            <w:rPr>
              <w:rFonts w:cs="Arial"/>
            </w:rPr>
            <w:id w:val="1238825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69240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04427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24391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B4EEA">
        <w:trPr>
          <w:trHeight w:val="374"/>
        </w:trPr>
        <w:tc>
          <w:tcPr>
            <w:tcW w:w="4088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permStart w:id="1097279121" w:edGrp="everyone" w:colFirst="1" w:colLast="1"/>
            <w:permStart w:id="1275544925" w:edGrp="everyone" w:colFirst="2" w:colLast="2"/>
            <w:permStart w:id="1455711797" w:edGrp="everyone" w:colFirst="3" w:colLast="3"/>
            <w:permStart w:id="811491935" w:edGrp="everyone" w:colFirst="4" w:colLast="4"/>
            <w:permEnd w:id="96412647"/>
            <w:permEnd w:id="1348348248"/>
            <w:permEnd w:id="1786871071"/>
            <w:permEnd w:id="533275460"/>
            <w:r w:rsidRPr="00B3234B">
              <w:rPr>
                <w:rFonts w:cs="Arial"/>
              </w:rPr>
              <w:t>bittet bei Bedarf um Unterstützung beim Lernen</w:t>
            </w:r>
          </w:p>
        </w:tc>
        <w:sdt>
          <w:sdtPr>
            <w:rPr>
              <w:rFonts w:cs="Arial"/>
            </w:rPr>
            <w:id w:val="-487333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8172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7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332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8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7238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1097279121"/>
      <w:permEnd w:id="1275544925"/>
      <w:permEnd w:id="1455711797"/>
      <w:permEnd w:id="811491935"/>
    </w:tbl>
    <w:p w:rsidR="00B32280" w:rsidRPr="00B3234B" w:rsidRDefault="00B32280" w:rsidP="00B32280">
      <w:pPr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2280" w:rsidRPr="00B3234B" w:rsidTr="0007179A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B32280" w:rsidRPr="00B3234B" w:rsidRDefault="00B32280" w:rsidP="0007179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Anmerkungen:</w:t>
            </w:r>
          </w:p>
          <w:p w:rsidR="00B32280" w:rsidRPr="00B3234B" w:rsidRDefault="00B32280" w:rsidP="0007179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Motivation</w:t>
            </w:r>
          </w:p>
        </w:tc>
      </w:tr>
      <w:permStart w:id="1485261724" w:edGrp="everyone"/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485261724"/>
          </w:p>
          <w:p w:rsidR="00B32280" w:rsidRPr="00B3234B" w:rsidRDefault="00B32280" w:rsidP="0007179A">
            <w:pPr>
              <w:rPr>
                <w:rFonts w:eastAsia="Times New Roman" w:cs="Arial"/>
                <w:sz w:val="24"/>
                <w:szCs w:val="24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  <w:sz w:val="24"/>
                <w:szCs w:val="24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  <w:sz w:val="24"/>
                <w:szCs w:val="24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  <w:sz w:val="24"/>
                <w:szCs w:val="24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  <w:sz w:val="24"/>
                <w:szCs w:val="24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  <w:sz w:val="24"/>
                <w:szCs w:val="24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  <w:sz w:val="24"/>
                <w:szCs w:val="24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  <w:sz w:val="24"/>
                <w:szCs w:val="24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  <w:sz w:val="24"/>
                <w:szCs w:val="24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</w:tc>
      </w:tr>
    </w:tbl>
    <w:p w:rsidR="00B32280" w:rsidRPr="00B3234B" w:rsidRDefault="00B32280" w:rsidP="00B32280">
      <w:pPr>
        <w:rPr>
          <w:rFonts w:cs="Arial"/>
        </w:rPr>
      </w:pPr>
      <w:r w:rsidRPr="00B3234B">
        <w:rPr>
          <w:rFonts w:cs="Arial"/>
        </w:rPr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85"/>
        <w:gridCol w:w="469"/>
        <w:gridCol w:w="468"/>
        <w:gridCol w:w="468"/>
        <w:gridCol w:w="466"/>
      </w:tblGrid>
      <w:tr w:rsidR="00B32280" w:rsidRPr="00B3234B" w:rsidTr="0007179A">
        <w:trPr>
          <w:trHeight w:val="567"/>
        </w:trPr>
        <w:tc>
          <w:tcPr>
            <w:tcW w:w="4105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</w:p>
          <w:p w:rsidR="00B32280" w:rsidRPr="00B3234B" w:rsidRDefault="00B32280" w:rsidP="00B32280">
            <w:pPr>
              <w:pStyle w:val="Listenabsatz"/>
              <w:numPr>
                <w:ilvl w:val="0"/>
                <w:numId w:val="12"/>
              </w:numPr>
              <w:contextualSpacing w:val="0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Handlungssteuerung</w:t>
            </w:r>
          </w:p>
          <w:p w:rsidR="00B32280" w:rsidRPr="00B3234B" w:rsidRDefault="00B32280" w:rsidP="0007179A">
            <w:pPr>
              <w:pStyle w:val="Listenabsatz"/>
              <w:contextualSpacing w:val="0"/>
              <w:jc w:val="center"/>
              <w:rPr>
                <w:rFonts w:cs="Arial"/>
                <w:b/>
              </w:rPr>
            </w:pPr>
          </w:p>
        </w:tc>
        <w:tc>
          <w:tcPr>
            <w:tcW w:w="895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</w:t>
            </w:r>
          </w:p>
        </w:tc>
      </w:tr>
      <w:tr w:rsidR="00B32280" w:rsidRPr="00B3234B" w:rsidTr="00C960C4">
        <w:tc>
          <w:tcPr>
            <w:tcW w:w="4105" w:type="pct"/>
            <w:tcBorders>
              <w:right w:val="single" w:sz="8" w:space="0" w:color="auto"/>
            </w:tcBorders>
          </w:tcPr>
          <w:p w:rsidR="00B32280" w:rsidRPr="00B3234B" w:rsidRDefault="00B32280" w:rsidP="0007179A">
            <w:pPr>
              <w:rPr>
                <w:rFonts w:cs="Arial"/>
              </w:rPr>
            </w:pPr>
          </w:p>
        </w:tc>
        <w:tc>
          <w:tcPr>
            <w:tcW w:w="224" w:type="pct"/>
            <w:tcBorders>
              <w:left w:val="single" w:sz="8" w:space="0" w:color="auto"/>
              <w:right w:val="single" w:sz="8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24" w:type="pct"/>
            <w:tcBorders>
              <w:left w:val="single" w:sz="8" w:space="0" w:color="auto"/>
              <w:right w:val="single" w:sz="8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24" w:type="pct"/>
            <w:tcBorders>
              <w:left w:val="single" w:sz="8" w:space="0" w:color="auto"/>
              <w:right w:val="single" w:sz="8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23" w:type="pct"/>
            <w:tcBorders>
              <w:left w:val="single" w:sz="8" w:space="0" w:color="auto"/>
              <w:right w:val="single" w:sz="4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9"/>
              </w:numPr>
              <w:contextualSpacing w:val="0"/>
              <w:rPr>
                <w:rFonts w:cs="Arial"/>
              </w:rPr>
            </w:pPr>
            <w:permStart w:id="1500999746" w:edGrp="everyone" w:colFirst="1" w:colLast="1"/>
            <w:permStart w:id="1253966979" w:edGrp="everyone" w:colFirst="2" w:colLast="2"/>
            <w:permStart w:id="1873810158" w:edGrp="everyone" w:colFirst="3" w:colLast="3"/>
            <w:permStart w:id="599815136" w:edGrp="everyone" w:colFirst="4" w:colLast="4"/>
            <w:r w:rsidRPr="009C6D80">
              <w:rPr>
                <w:rFonts w:cs="Arial"/>
              </w:rPr>
              <w:t xml:space="preserve">versucht </w:t>
            </w:r>
            <w:r w:rsidRPr="00825F62">
              <w:rPr>
                <w:rFonts w:cs="Arial"/>
                <w:color w:val="000000" w:themeColor="text1"/>
              </w:rPr>
              <w:t>Konflikte zu vermeiden</w:t>
            </w:r>
          </w:p>
        </w:tc>
        <w:sdt>
          <w:sdtPr>
            <w:rPr>
              <w:rFonts w:cs="Arial"/>
            </w:rPr>
            <w:id w:val="-585151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53332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10519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784619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9"/>
              </w:numPr>
              <w:contextualSpacing w:val="0"/>
              <w:rPr>
                <w:rFonts w:cs="Arial"/>
              </w:rPr>
            </w:pPr>
            <w:permStart w:id="1414736737" w:edGrp="everyone" w:colFirst="1" w:colLast="1"/>
            <w:permStart w:id="2078953163" w:edGrp="everyone" w:colFirst="2" w:colLast="2"/>
            <w:permStart w:id="218955992" w:edGrp="everyone" w:colFirst="3" w:colLast="3"/>
            <w:permStart w:id="748768702" w:edGrp="everyone" w:colFirst="4" w:colLast="4"/>
            <w:permEnd w:id="1500999746"/>
            <w:permEnd w:id="1253966979"/>
            <w:permEnd w:id="1873810158"/>
            <w:permEnd w:id="599815136"/>
            <w:r w:rsidRPr="00B3234B">
              <w:rPr>
                <w:rFonts w:cs="Arial"/>
              </w:rPr>
              <w:t>kann warten</w:t>
            </w:r>
          </w:p>
        </w:tc>
        <w:sdt>
          <w:sdtPr>
            <w:rPr>
              <w:rFonts w:cs="Arial"/>
            </w:rPr>
            <w:id w:val="604396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9739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82936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31064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9"/>
              </w:numPr>
              <w:contextualSpacing w:val="0"/>
              <w:rPr>
                <w:rFonts w:cs="Arial"/>
              </w:rPr>
            </w:pPr>
            <w:permStart w:id="748381461" w:edGrp="everyone" w:colFirst="1" w:colLast="1"/>
            <w:permStart w:id="399734291" w:edGrp="everyone" w:colFirst="2" w:colLast="2"/>
            <w:permStart w:id="1655126448" w:edGrp="everyone" w:colFirst="3" w:colLast="3"/>
            <w:permStart w:id="300576735" w:edGrp="everyone" w:colFirst="4" w:colLast="4"/>
            <w:permEnd w:id="1414736737"/>
            <w:permEnd w:id="2078953163"/>
            <w:permEnd w:id="218955992"/>
            <w:permEnd w:id="748768702"/>
            <w:r w:rsidRPr="00B3234B">
              <w:rPr>
                <w:rFonts w:cs="Arial"/>
              </w:rPr>
              <w:t xml:space="preserve">besitzt die Fähigkeit über Situationen nachzudenken </w:t>
            </w:r>
          </w:p>
        </w:tc>
        <w:sdt>
          <w:sdtPr>
            <w:rPr>
              <w:rFonts w:cs="Arial"/>
            </w:rPr>
            <w:id w:val="-227379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34690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2639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259828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9"/>
              </w:numPr>
              <w:contextualSpacing w:val="0"/>
              <w:rPr>
                <w:rFonts w:cs="Arial"/>
              </w:rPr>
            </w:pPr>
            <w:permStart w:id="240875371" w:edGrp="everyone" w:colFirst="1" w:colLast="1"/>
            <w:permStart w:id="1716026398" w:edGrp="everyone" w:colFirst="2" w:colLast="2"/>
            <w:permStart w:id="852635545" w:edGrp="everyone" w:colFirst="3" w:colLast="3"/>
            <w:permStart w:id="2042582911" w:edGrp="everyone" w:colFirst="4" w:colLast="4"/>
            <w:permEnd w:id="748381461"/>
            <w:permEnd w:id="399734291"/>
            <w:permEnd w:id="1655126448"/>
            <w:permEnd w:id="300576735"/>
            <w:r w:rsidRPr="00B3234B">
              <w:rPr>
                <w:rFonts w:cs="Arial"/>
              </w:rPr>
              <w:t xml:space="preserve">geht planvoll und überlegt vor </w:t>
            </w:r>
          </w:p>
        </w:tc>
        <w:sdt>
          <w:sdtPr>
            <w:rPr>
              <w:rFonts w:cs="Arial"/>
            </w:rPr>
            <w:id w:val="-974977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466472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03715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901134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9"/>
              </w:numPr>
              <w:contextualSpacing w:val="0"/>
              <w:rPr>
                <w:rFonts w:cs="Arial"/>
              </w:rPr>
            </w:pPr>
            <w:permStart w:id="39216601" w:edGrp="everyone" w:colFirst="1" w:colLast="1"/>
            <w:permStart w:id="784681843" w:edGrp="everyone" w:colFirst="2" w:colLast="2"/>
            <w:permStart w:id="1414559393" w:edGrp="everyone" w:colFirst="3" w:colLast="3"/>
            <w:permStart w:id="706302778" w:edGrp="everyone" w:colFirst="4" w:colLast="4"/>
            <w:permEnd w:id="240875371"/>
            <w:permEnd w:id="1716026398"/>
            <w:permEnd w:id="852635545"/>
            <w:permEnd w:id="2042582911"/>
            <w:r w:rsidRPr="00B3234B">
              <w:rPr>
                <w:rFonts w:cs="Arial"/>
              </w:rPr>
              <w:t>akzeptiert vereinbarte Konsequenzen</w:t>
            </w:r>
          </w:p>
        </w:tc>
        <w:sdt>
          <w:sdtPr>
            <w:rPr>
              <w:rFonts w:cs="Arial"/>
            </w:rPr>
            <w:id w:val="-1185279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495256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548830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92372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9"/>
              </w:numPr>
              <w:contextualSpacing w:val="0"/>
              <w:rPr>
                <w:rFonts w:cs="Arial"/>
              </w:rPr>
            </w:pPr>
            <w:permStart w:id="1639461389" w:edGrp="everyone" w:colFirst="1" w:colLast="1"/>
            <w:permStart w:id="353378613" w:edGrp="everyone" w:colFirst="2" w:colLast="2"/>
            <w:permStart w:id="653541958" w:edGrp="everyone" w:colFirst="3" w:colLast="3"/>
            <w:permStart w:id="483793568" w:edGrp="everyone" w:colFirst="4" w:colLast="4"/>
            <w:permEnd w:id="39216601"/>
            <w:permEnd w:id="784681843"/>
            <w:permEnd w:id="1414559393"/>
            <w:permEnd w:id="706302778"/>
            <w:r w:rsidRPr="00B3234B">
              <w:rPr>
                <w:rFonts w:cs="Arial"/>
              </w:rPr>
              <w:t>kann im Spiel ein</w:t>
            </w:r>
            <w:r>
              <w:rPr>
                <w:rFonts w:cs="Arial"/>
              </w:rPr>
              <w:t>/e</w:t>
            </w:r>
            <w:r w:rsidRPr="00B3234B">
              <w:rPr>
                <w:rFonts w:cs="Arial"/>
              </w:rPr>
              <w:t xml:space="preserve"> gute</w:t>
            </w:r>
            <w:r>
              <w:rPr>
                <w:rFonts w:cs="Arial"/>
              </w:rPr>
              <w:t>/</w:t>
            </w:r>
            <w:r w:rsidRPr="00B3234B">
              <w:rPr>
                <w:rFonts w:cs="Arial"/>
              </w:rPr>
              <w:t>r „Verlierer</w:t>
            </w:r>
            <w:r>
              <w:rPr>
                <w:rFonts w:cs="Arial"/>
              </w:rPr>
              <w:t>in/Verlierer</w:t>
            </w:r>
            <w:r w:rsidRPr="00B3234B">
              <w:rPr>
                <w:rFonts w:cs="Arial"/>
              </w:rPr>
              <w:t>“ sein</w:t>
            </w:r>
          </w:p>
        </w:tc>
        <w:sdt>
          <w:sdtPr>
            <w:rPr>
              <w:rFonts w:cs="Arial"/>
            </w:rPr>
            <w:id w:val="1303112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42146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84607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057513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9"/>
              </w:numPr>
              <w:contextualSpacing w:val="0"/>
              <w:rPr>
                <w:rFonts w:cs="Arial"/>
              </w:rPr>
            </w:pPr>
            <w:permStart w:id="240870199" w:edGrp="everyone" w:colFirst="1" w:colLast="1"/>
            <w:permStart w:id="1771863661" w:edGrp="everyone" w:colFirst="2" w:colLast="2"/>
            <w:permStart w:id="1076321941" w:edGrp="everyone" w:colFirst="3" w:colLast="3"/>
            <w:permStart w:id="2093966785" w:edGrp="everyone" w:colFirst="4" w:colLast="4"/>
            <w:permEnd w:id="1639461389"/>
            <w:permEnd w:id="353378613"/>
            <w:permEnd w:id="653541958"/>
            <w:permEnd w:id="483793568"/>
            <w:r w:rsidRPr="00B3234B">
              <w:rPr>
                <w:rFonts w:cs="Arial"/>
              </w:rPr>
              <w:t>kann sich körperlich regulieren</w:t>
            </w:r>
          </w:p>
        </w:tc>
        <w:sdt>
          <w:sdtPr>
            <w:rPr>
              <w:rFonts w:cs="Arial"/>
            </w:rPr>
            <w:id w:val="1855851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004195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56720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899710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permEnd w:id="240870199"/>
      <w:permEnd w:id="1771863661"/>
      <w:permEnd w:id="1076321941"/>
      <w:permEnd w:id="2093966785"/>
    </w:tbl>
    <w:p w:rsidR="00B32280" w:rsidRPr="00B3234B" w:rsidRDefault="00B32280" w:rsidP="00B32280">
      <w:pPr>
        <w:jc w:val="center"/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2280" w:rsidRPr="00B3234B" w:rsidTr="0007179A">
        <w:trPr>
          <w:trHeight w:val="567"/>
        </w:trPr>
        <w:tc>
          <w:tcPr>
            <w:tcW w:w="5000" w:type="pct"/>
            <w:shd w:val="pct10" w:color="auto" w:fill="auto"/>
            <w:vAlign w:val="center"/>
          </w:tcPr>
          <w:p w:rsidR="00B32280" w:rsidRPr="00B3234B" w:rsidRDefault="00B32280" w:rsidP="0007179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Anmerkungen:</w:t>
            </w:r>
          </w:p>
          <w:p w:rsidR="00B32280" w:rsidRPr="00B3234B" w:rsidRDefault="00B32280" w:rsidP="0007179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Handlungssteuerung</w:t>
            </w:r>
          </w:p>
        </w:tc>
      </w:tr>
      <w:permStart w:id="2121230486" w:edGrp="everyone"/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2121230486"/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</w:tc>
      </w:tr>
    </w:tbl>
    <w:p w:rsidR="00B32280" w:rsidRPr="00B3234B" w:rsidRDefault="00B32280" w:rsidP="00B32280">
      <w:pPr>
        <w:rPr>
          <w:rFonts w:cs="Arial"/>
        </w:rPr>
      </w:pPr>
    </w:p>
    <w:p w:rsidR="00B32280" w:rsidRPr="00B3234B" w:rsidRDefault="00B32280" w:rsidP="00B32280">
      <w:r w:rsidRPr="00B3234B">
        <w:br w:type="page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85"/>
        <w:gridCol w:w="469"/>
        <w:gridCol w:w="468"/>
        <w:gridCol w:w="468"/>
        <w:gridCol w:w="466"/>
      </w:tblGrid>
      <w:tr w:rsidR="00B32280" w:rsidRPr="00B3234B" w:rsidTr="0007179A">
        <w:trPr>
          <w:trHeight w:val="567"/>
        </w:trPr>
        <w:tc>
          <w:tcPr>
            <w:tcW w:w="4105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B32280" w:rsidRPr="00B3234B" w:rsidRDefault="00B32280" w:rsidP="0007179A">
            <w:pPr>
              <w:pStyle w:val="Listenabsatz"/>
              <w:contextualSpacing w:val="0"/>
              <w:jc w:val="center"/>
              <w:rPr>
                <w:rFonts w:cs="Arial"/>
                <w:b/>
              </w:rPr>
            </w:pPr>
          </w:p>
          <w:p w:rsidR="00B32280" w:rsidRPr="00B3234B" w:rsidRDefault="00B32280" w:rsidP="00B32280">
            <w:pPr>
              <w:pStyle w:val="Listenabsatz"/>
              <w:numPr>
                <w:ilvl w:val="0"/>
                <w:numId w:val="12"/>
              </w:numPr>
              <w:contextualSpacing w:val="0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Unterstützungssysteme</w:t>
            </w:r>
          </w:p>
          <w:p w:rsidR="00B32280" w:rsidRPr="00B3234B" w:rsidRDefault="00B32280" w:rsidP="0007179A">
            <w:pPr>
              <w:pStyle w:val="Listenabsatz"/>
              <w:contextualSpacing w:val="0"/>
              <w:jc w:val="center"/>
              <w:rPr>
                <w:rFonts w:cs="Arial"/>
                <w:b/>
              </w:rPr>
            </w:pPr>
          </w:p>
        </w:tc>
        <w:tc>
          <w:tcPr>
            <w:tcW w:w="895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Einschätzung</w:t>
            </w:r>
          </w:p>
        </w:tc>
      </w:tr>
      <w:tr w:rsidR="00B32280" w:rsidRPr="00B3234B" w:rsidTr="00C960C4">
        <w:tc>
          <w:tcPr>
            <w:tcW w:w="4105" w:type="pct"/>
            <w:tcBorders>
              <w:right w:val="single" w:sz="8" w:space="0" w:color="auto"/>
            </w:tcBorders>
          </w:tcPr>
          <w:p w:rsidR="00B32280" w:rsidRPr="00B3234B" w:rsidRDefault="00B32280" w:rsidP="0007179A">
            <w:pPr>
              <w:rPr>
                <w:rFonts w:cs="Arial"/>
              </w:rPr>
            </w:pPr>
          </w:p>
        </w:tc>
        <w:tc>
          <w:tcPr>
            <w:tcW w:w="224" w:type="pct"/>
            <w:tcBorders>
              <w:left w:val="single" w:sz="8" w:space="0" w:color="auto"/>
              <w:right w:val="single" w:sz="8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0</w:t>
            </w:r>
          </w:p>
        </w:tc>
        <w:tc>
          <w:tcPr>
            <w:tcW w:w="224" w:type="pct"/>
            <w:tcBorders>
              <w:left w:val="single" w:sz="8" w:space="0" w:color="auto"/>
              <w:right w:val="single" w:sz="8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1</w:t>
            </w:r>
          </w:p>
        </w:tc>
        <w:tc>
          <w:tcPr>
            <w:tcW w:w="224" w:type="pct"/>
            <w:tcBorders>
              <w:left w:val="single" w:sz="8" w:space="0" w:color="auto"/>
              <w:right w:val="single" w:sz="8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2</w:t>
            </w:r>
          </w:p>
        </w:tc>
        <w:tc>
          <w:tcPr>
            <w:tcW w:w="223" w:type="pct"/>
            <w:tcBorders>
              <w:left w:val="single" w:sz="8" w:space="0" w:color="auto"/>
              <w:right w:val="single" w:sz="4" w:space="0" w:color="auto"/>
            </w:tcBorders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3</w:t>
            </w:r>
          </w:p>
        </w:tc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bookmarkStart w:id="2" w:name="_Hlk527818879"/>
            <w:permStart w:id="69417330" w:edGrp="everyone" w:colFirst="1" w:colLast="1"/>
            <w:permStart w:id="1055871693" w:edGrp="everyone" w:colFirst="2" w:colLast="2"/>
            <w:permStart w:id="2009404780" w:edGrp="everyone" w:colFirst="3" w:colLast="3"/>
            <w:permStart w:id="1290806092" w:edGrp="everyone" w:colFirst="4" w:colLast="4"/>
            <w:r w:rsidRPr="00B3234B">
              <w:rPr>
                <w:rFonts w:cs="Arial"/>
              </w:rPr>
              <w:t>vertraut sich den Eltern/Erziehungsberechtigten an</w:t>
            </w:r>
          </w:p>
        </w:tc>
        <w:sdt>
          <w:sdtPr>
            <w:rPr>
              <w:rFonts w:cs="Arial"/>
            </w:rPr>
            <w:id w:val="-1098556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87614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90133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44191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674397749" w:edGrp="everyone" w:colFirst="1" w:colLast="1"/>
            <w:permStart w:id="1113328414" w:edGrp="everyone" w:colFirst="2" w:colLast="2"/>
            <w:permStart w:id="1651246942" w:edGrp="everyone" w:colFirst="3" w:colLast="3"/>
            <w:permStart w:id="1718362273" w:edGrp="everyone" w:colFirst="4" w:colLast="4"/>
            <w:permEnd w:id="69417330"/>
            <w:permEnd w:id="1055871693"/>
            <w:permEnd w:id="2009404780"/>
            <w:permEnd w:id="1290806092"/>
            <w:r w:rsidRPr="00B3234B">
              <w:rPr>
                <w:rFonts w:cs="Arial"/>
              </w:rPr>
              <w:t>vertraut sich anderen Personen an</w:t>
            </w:r>
          </w:p>
        </w:tc>
        <w:sdt>
          <w:sdtPr>
            <w:rPr>
              <w:rFonts w:cs="Arial"/>
            </w:rPr>
            <w:id w:val="-1015152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36181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685041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544404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2108389333" w:edGrp="everyone" w:colFirst="1" w:colLast="1"/>
            <w:permStart w:id="2057853303" w:edGrp="everyone" w:colFirst="2" w:colLast="2"/>
            <w:permStart w:id="237132692" w:edGrp="everyone" w:colFirst="3" w:colLast="3"/>
            <w:permStart w:id="1421633367" w:edGrp="everyone" w:colFirst="4" w:colLast="4"/>
            <w:permEnd w:id="1674397749"/>
            <w:permEnd w:id="1113328414"/>
            <w:permEnd w:id="1651246942"/>
            <w:permEnd w:id="1718362273"/>
            <w:r w:rsidRPr="00B3234B">
              <w:rPr>
                <w:rFonts w:cs="Arial"/>
              </w:rPr>
              <w:t>familiärer Erziehungsstil wird vom Kind akzeptiert</w:t>
            </w:r>
          </w:p>
        </w:tc>
        <w:sdt>
          <w:sdtPr>
            <w:rPr>
              <w:rFonts w:cs="Arial"/>
            </w:rPr>
            <w:id w:val="-1870215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708243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48607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83422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599604938" w:edGrp="everyone" w:colFirst="1" w:colLast="1"/>
            <w:permStart w:id="41451261" w:edGrp="everyone" w:colFirst="2" w:colLast="2"/>
            <w:permStart w:id="1649699348" w:edGrp="everyone" w:colFirst="3" w:colLast="3"/>
            <w:permStart w:id="1010503418" w:edGrp="everyone" w:colFirst="4" w:colLast="4"/>
            <w:permEnd w:id="2108389333"/>
            <w:permEnd w:id="2057853303"/>
            <w:permEnd w:id="237132692"/>
            <w:permEnd w:id="1421633367"/>
            <w:r w:rsidRPr="00B3234B">
              <w:rPr>
                <w:rFonts w:cs="Arial"/>
              </w:rPr>
              <w:t>verabredet sich mit Freunden</w:t>
            </w:r>
          </w:p>
        </w:tc>
        <w:sdt>
          <w:sdtPr>
            <w:rPr>
              <w:rFonts w:cs="Arial"/>
            </w:rPr>
            <w:id w:val="-1306693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906135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168909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792482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779064310" w:edGrp="everyone" w:colFirst="1" w:colLast="1"/>
            <w:permStart w:id="35079806" w:edGrp="everyone" w:colFirst="2" w:colLast="2"/>
            <w:permStart w:id="228676950" w:edGrp="everyone" w:colFirst="3" w:colLast="3"/>
            <w:permStart w:id="1839400926" w:edGrp="everyone" w:colFirst="4" w:colLast="4"/>
            <w:permEnd w:id="1599604938"/>
            <w:permEnd w:id="41451261"/>
            <w:permEnd w:id="1649699348"/>
            <w:permEnd w:id="1010503418"/>
            <w:r w:rsidRPr="00B3234B">
              <w:rPr>
                <w:rFonts w:cs="Arial"/>
              </w:rPr>
              <w:t>ist Mitglied im/in Verein/en</w:t>
            </w:r>
          </w:p>
        </w:tc>
        <w:sdt>
          <w:sdtPr>
            <w:rPr>
              <w:rFonts w:cs="Arial"/>
            </w:rPr>
            <w:id w:val="619198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15330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5992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532694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877746950" w:edGrp="everyone" w:colFirst="1" w:colLast="1"/>
            <w:permStart w:id="171193010" w:edGrp="everyone" w:colFirst="2" w:colLast="2"/>
            <w:permStart w:id="2137265045" w:edGrp="everyone" w:colFirst="3" w:colLast="3"/>
            <w:permStart w:id="83715882" w:edGrp="everyone" w:colFirst="4" w:colLast="4"/>
            <w:permEnd w:id="1779064310"/>
            <w:permEnd w:id="35079806"/>
            <w:permEnd w:id="228676950"/>
            <w:permEnd w:id="1839400926"/>
            <w:r w:rsidRPr="00B3234B">
              <w:rPr>
                <w:rFonts w:cs="Arial"/>
              </w:rPr>
              <w:t>erhält therapeutische Unterstützung</w:t>
            </w:r>
          </w:p>
        </w:tc>
        <w:sdt>
          <w:sdtPr>
            <w:rPr>
              <w:rFonts w:cs="Arial"/>
            </w:rPr>
            <w:id w:val="1938399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2004338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942258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853112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C960C4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60C4" w:rsidRPr="00B3234B" w:rsidTr="00C960C4">
        <w:trPr>
          <w:trHeight w:val="374"/>
        </w:trPr>
        <w:tc>
          <w:tcPr>
            <w:tcW w:w="4105" w:type="pct"/>
            <w:tcBorders>
              <w:right w:val="single" w:sz="8" w:space="0" w:color="auto"/>
            </w:tcBorders>
            <w:vAlign w:val="center"/>
          </w:tcPr>
          <w:p w:rsidR="00C960C4" w:rsidRPr="00B3234B" w:rsidRDefault="00C960C4" w:rsidP="00C960C4">
            <w:pPr>
              <w:pStyle w:val="Listenabsatz"/>
              <w:numPr>
                <w:ilvl w:val="0"/>
                <w:numId w:val="5"/>
              </w:numPr>
              <w:contextualSpacing w:val="0"/>
              <w:rPr>
                <w:rFonts w:cs="Arial"/>
              </w:rPr>
            </w:pPr>
            <w:permStart w:id="1781008236" w:edGrp="everyone" w:colFirst="1" w:colLast="1"/>
            <w:permStart w:id="1641957436" w:edGrp="everyone" w:colFirst="2" w:colLast="2"/>
            <w:permStart w:id="433473741" w:edGrp="everyone" w:colFirst="3" w:colLast="3"/>
            <w:permStart w:id="388714658" w:edGrp="everyone" w:colFirst="4" w:colLast="4"/>
            <w:permEnd w:id="877746950"/>
            <w:permEnd w:id="171193010"/>
            <w:permEnd w:id="2137265045"/>
            <w:permEnd w:id="83715882"/>
            <w:r>
              <w:rPr>
                <w:rFonts w:cs="Arial"/>
              </w:rPr>
              <w:t>erhält Maßnahmen der Jugend-</w:t>
            </w:r>
            <w:r w:rsidRPr="00B3234B">
              <w:rPr>
                <w:rFonts w:cs="Arial"/>
              </w:rPr>
              <w:t>/Familienhilfe</w:t>
            </w:r>
          </w:p>
        </w:tc>
        <w:sdt>
          <w:sdtPr>
            <w:rPr>
              <w:rFonts w:cs="Arial"/>
            </w:rPr>
            <w:id w:val="-35432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1446586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141032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4" w:type="pct"/>
                <w:tcBorders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cs="Arial"/>
            </w:rPr>
            <w:id w:val="-1366741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:rsidR="00C960C4" w:rsidRPr="00B3234B" w:rsidRDefault="00C960C4" w:rsidP="00C960C4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2"/>
      <w:permEnd w:id="1781008236"/>
      <w:permEnd w:id="1641957436"/>
      <w:permEnd w:id="433473741"/>
      <w:permEnd w:id="388714658"/>
    </w:tbl>
    <w:p w:rsidR="00B32280" w:rsidRPr="00B3234B" w:rsidRDefault="00B32280" w:rsidP="00B32280">
      <w:pPr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2280" w:rsidRPr="00B3234B" w:rsidTr="0007179A">
        <w:trPr>
          <w:trHeight w:val="567"/>
        </w:trPr>
        <w:tc>
          <w:tcPr>
            <w:tcW w:w="5000" w:type="pct"/>
            <w:shd w:val="pct10" w:color="auto" w:fill="auto"/>
          </w:tcPr>
          <w:p w:rsidR="00B32280" w:rsidRPr="00B3234B" w:rsidRDefault="00B32280" w:rsidP="0007179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Ergänzende Anmerkungen:</w:t>
            </w:r>
          </w:p>
          <w:p w:rsidR="00B32280" w:rsidRPr="00B3234B" w:rsidRDefault="00B32280" w:rsidP="0007179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Unterstützungssysteme</w:t>
            </w:r>
          </w:p>
        </w:tc>
      </w:tr>
      <w:permStart w:id="606957939" w:edGrp="everyone"/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606957939"/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</w:tc>
      </w:tr>
    </w:tbl>
    <w:p w:rsidR="00B32280" w:rsidRPr="00B3234B" w:rsidRDefault="00B32280" w:rsidP="00B32280">
      <w:pPr>
        <w:rPr>
          <w:rFonts w:cs="Arial"/>
        </w:rPr>
      </w:pPr>
      <w:r w:rsidRPr="00B3234B">
        <w:rPr>
          <w:rFonts w:cs="Arial"/>
        </w:rPr>
        <w:br w:type="page"/>
      </w:r>
    </w:p>
    <w:tbl>
      <w:tblPr>
        <w:tblStyle w:val="Tabellenraster"/>
        <w:tblW w:w="5096" w:type="pct"/>
        <w:tblLook w:val="04A0" w:firstRow="1" w:lastRow="0" w:firstColumn="1" w:lastColumn="0" w:noHBand="0" w:noVBand="1"/>
      </w:tblPr>
      <w:tblGrid>
        <w:gridCol w:w="10657"/>
      </w:tblGrid>
      <w:tr w:rsidR="00B32280" w:rsidRPr="00B3234B" w:rsidTr="0007179A">
        <w:trPr>
          <w:trHeight w:val="56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B32280" w:rsidRPr="00B3234B" w:rsidRDefault="00B32280" w:rsidP="0007179A">
            <w:pPr>
              <w:jc w:val="center"/>
              <w:rPr>
                <w:rFonts w:cs="Arial"/>
                <w:b/>
                <w:i/>
                <w:sz w:val="28"/>
                <w:szCs w:val="28"/>
              </w:rPr>
            </w:pPr>
            <w:r w:rsidRPr="00B3234B">
              <w:rPr>
                <w:rFonts w:cs="Arial"/>
                <w:b/>
                <w:i/>
                <w:sz w:val="28"/>
                <w:szCs w:val="28"/>
              </w:rPr>
              <w:lastRenderedPageBreak/>
              <w:t>Teil B: Ergänzende Auskünfte</w:t>
            </w:r>
          </w:p>
        </w:tc>
      </w:tr>
    </w:tbl>
    <w:p w:rsidR="00B32280" w:rsidRPr="00B3234B" w:rsidRDefault="00B32280" w:rsidP="00B32280">
      <w:pPr>
        <w:spacing w:after="0" w:line="240" w:lineRule="auto"/>
      </w:pPr>
    </w:p>
    <w:tbl>
      <w:tblPr>
        <w:tblStyle w:val="Tabellenraster"/>
        <w:tblW w:w="5096" w:type="pct"/>
        <w:tblLook w:val="04A0" w:firstRow="1" w:lastRow="0" w:firstColumn="1" w:lastColumn="0" w:noHBand="0" w:noVBand="1"/>
      </w:tblPr>
      <w:tblGrid>
        <w:gridCol w:w="10657"/>
      </w:tblGrid>
      <w:tr w:rsidR="00B32280" w:rsidRPr="00B3234B" w:rsidTr="0007179A">
        <w:tc>
          <w:tcPr>
            <w:tcW w:w="5000" w:type="pct"/>
            <w:shd w:val="pct10" w:color="auto" w:fill="auto"/>
            <w:vAlign w:val="center"/>
          </w:tcPr>
          <w:p w:rsidR="00B32280" w:rsidRPr="00B3234B" w:rsidRDefault="00B32280" w:rsidP="00B32280">
            <w:pPr>
              <w:pStyle w:val="Listenabsatz"/>
              <w:numPr>
                <w:ilvl w:val="0"/>
                <w:numId w:val="11"/>
              </w:numPr>
              <w:contextualSpacing w:val="0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  <w:sz w:val="24"/>
              </w:rPr>
              <w:t>Perspektiven</w:t>
            </w:r>
          </w:p>
        </w:tc>
      </w:tr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Wie beschreibt Ihr Kind die Situation?</w:t>
            </w:r>
          </w:p>
          <w:permStart w:id="180488025" w:edGrp="everyone"/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80488025"/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</w:tc>
      </w:tr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Wie beurteilen die Lehrkräfte die Situation?</w:t>
            </w:r>
          </w:p>
          <w:permStart w:id="1868133162" w:edGrp="everyone"/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868133162"/>
          </w:p>
          <w:p w:rsidR="00B32280" w:rsidRPr="00B3234B" w:rsidRDefault="00B32280" w:rsidP="0007179A">
            <w:pPr>
              <w:rPr>
                <w:rFonts w:eastAsia="Times New Roman" w:cs="Arial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</w:rPr>
            </w:pPr>
          </w:p>
        </w:tc>
      </w:tr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Welche Einschätzung gibt es von ärztlicher/therapeutischer Seite?</w:t>
            </w:r>
          </w:p>
          <w:permStart w:id="1829594721" w:edGrp="everyone"/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829594721"/>
          </w:p>
          <w:p w:rsidR="00B32280" w:rsidRPr="00B3234B" w:rsidRDefault="00B32280" w:rsidP="0007179A">
            <w:pPr>
              <w:rPr>
                <w:rFonts w:eastAsia="Times New Roman" w:cs="Arial"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</w:rPr>
            </w:pPr>
          </w:p>
        </w:tc>
      </w:tr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Wie beschreiben Sie die Situation Ihres Kindes?</w:t>
            </w:r>
          </w:p>
          <w:permStart w:id="1526556000" w:edGrp="everyone"/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526556000"/>
          </w:p>
          <w:p w:rsidR="00B32280" w:rsidRPr="00B3234B" w:rsidRDefault="00B32280" w:rsidP="0007179A">
            <w:pPr>
              <w:rPr>
                <w:rFonts w:eastAsia="Times New Roman" w:cs="Arial"/>
                <w:b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  <w:b/>
              </w:rPr>
            </w:pPr>
          </w:p>
          <w:p w:rsidR="00B32280" w:rsidRPr="00B3234B" w:rsidRDefault="00B32280" w:rsidP="0007179A">
            <w:pPr>
              <w:rPr>
                <w:rFonts w:eastAsia="Times New Roman" w:cs="Arial"/>
              </w:rPr>
            </w:pPr>
          </w:p>
        </w:tc>
      </w:tr>
    </w:tbl>
    <w:p w:rsidR="00B32280" w:rsidRPr="00B3234B" w:rsidRDefault="00B32280" w:rsidP="00B32280">
      <w:pPr>
        <w:spacing w:after="0" w:line="240" w:lineRule="auto"/>
        <w:rPr>
          <w:rFonts w:cs="Arial"/>
        </w:rPr>
      </w:pPr>
    </w:p>
    <w:tbl>
      <w:tblPr>
        <w:tblStyle w:val="Tabellenraster"/>
        <w:tblW w:w="5096" w:type="pct"/>
        <w:tblLook w:val="04A0" w:firstRow="1" w:lastRow="0" w:firstColumn="1" w:lastColumn="0" w:noHBand="0" w:noVBand="1"/>
      </w:tblPr>
      <w:tblGrid>
        <w:gridCol w:w="10657"/>
      </w:tblGrid>
      <w:tr w:rsidR="00B32280" w:rsidRPr="00B3234B" w:rsidTr="0007179A">
        <w:tc>
          <w:tcPr>
            <w:tcW w:w="5000" w:type="pct"/>
            <w:shd w:val="pct10" w:color="auto" w:fill="auto"/>
            <w:vAlign w:val="center"/>
          </w:tcPr>
          <w:p w:rsidR="00B32280" w:rsidRPr="00B3234B" w:rsidRDefault="00B32280" w:rsidP="00B32280">
            <w:pPr>
              <w:pStyle w:val="Listenabsatz"/>
              <w:numPr>
                <w:ilvl w:val="0"/>
                <w:numId w:val="11"/>
              </w:numPr>
              <w:contextualSpacing w:val="0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Lebenswelt</w:t>
            </w:r>
          </w:p>
        </w:tc>
      </w:tr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Welche Lebensumstände sind aus Ihrer Sicht von Bedeutung für die Probleme Ihres Kindes (z.B. Familie, Gesundheit)?</w:t>
            </w:r>
          </w:p>
          <w:permStart w:id="227498904" w:edGrp="everyone"/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227498904"/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</w:tc>
      </w:tr>
    </w:tbl>
    <w:p w:rsidR="00B32280" w:rsidRPr="00B3234B" w:rsidRDefault="00B32280" w:rsidP="00B32280">
      <w:pPr>
        <w:spacing w:after="0" w:line="240" w:lineRule="auto"/>
        <w:rPr>
          <w:rFonts w:cs="Arial"/>
        </w:rPr>
      </w:pPr>
    </w:p>
    <w:tbl>
      <w:tblPr>
        <w:tblStyle w:val="Tabellenraster"/>
        <w:tblW w:w="5096" w:type="pct"/>
        <w:tblLook w:val="04A0" w:firstRow="1" w:lastRow="0" w:firstColumn="1" w:lastColumn="0" w:noHBand="0" w:noVBand="1"/>
      </w:tblPr>
      <w:tblGrid>
        <w:gridCol w:w="10657"/>
      </w:tblGrid>
      <w:tr w:rsidR="00B32280" w:rsidRPr="00B3234B" w:rsidTr="0007179A">
        <w:tc>
          <w:tcPr>
            <w:tcW w:w="5000" w:type="pct"/>
            <w:shd w:val="pct10" w:color="auto" w:fill="auto"/>
            <w:vAlign w:val="center"/>
          </w:tcPr>
          <w:p w:rsidR="00B32280" w:rsidRPr="00B3234B" w:rsidRDefault="00B32280" w:rsidP="00B32280">
            <w:pPr>
              <w:pStyle w:val="Listenabsatz"/>
              <w:numPr>
                <w:ilvl w:val="0"/>
                <w:numId w:val="11"/>
              </w:numPr>
              <w:contextualSpacing w:val="0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Stärken</w:t>
            </w:r>
          </w:p>
        </w:tc>
      </w:tr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Welche Stärken hat Ihr Kind – was mögen Sie besonders an ihm?</w:t>
            </w:r>
          </w:p>
          <w:permStart w:id="511727689" w:edGrp="everyone"/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511727689"/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</w:tc>
      </w:tr>
    </w:tbl>
    <w:p w:rsidR="00B32280" w:rsidRPr="00B3234B" w:rsidRDefault="00B32280" w:rsidP="00B32280">
      <w:pPr>
        <w:spacing w:after="0" w:line="240" w:lineRule="auto"/>
        <w:rPr>
          <w:rFonts w:cs="Arial"/>
        </w:rPr>
      </w:pPr>
    </w:p>
    <w:tbl>
      <w:tblPr>
        <w:tblStyle w:val="Tabellenraster"/>
        <w:tblW w:w="5096" w:type="pct"/>
        <w:tblLook w:val="04A0" w:firstRow="1" w:lastRow="0" w:firstColumn="1" w:lastColumn="0" w:noHBand="0" w:noVBand="1"/>
      </w:tblPr>
      <w:tblGrid>
        <w:gridCol w:w="10657"/>
      </w:tblGrid>
      <w:tr w:rsidR="00B32280" w:rsidRPr="00B3234B" w:rsidTr="0007179A">
        <w:tc>
          <w:tcPr>
            <w:tcW w:w="5000" w:type="pct"/>
            <w:shd w:val="pct10" w:color="auto" w:fill="auto"/>
            <w:vAlign w:val="center"/>
          </w:tcPr>
          <w:p w:rsidR="00B32280" w:rsidRPr="00B3234B" w:rsidRDefault="00B32280" w:rsidP="00B32280">
            <w:pPr>
              <w:pStyle w:val="Listenabsatz"/>
              <w:numPr>
                <w:ilvl w:val="0"/>
                <w:numId w:val="11"/>
              </w:numPr>
              <w:contextualSpacing w:val="0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Fördermaßnahmen</w:t>
            </w:r>
          </w:p>
        </w:tc>
      </w:tr>
      <w:tr w:rsidR="00B32280" w:rsidRPr="00B3234B" w:rsidTr="0007179A">
        <w:trPr>
          <w:trHeight w:val="802"/>
        </w:trPr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Welche außerschulischen Unterstützungsangebote erhielt oder erhält Ihr Kind?</w:t>
            </w:r>
          </w:p>
          <w:permStart w:id="440423646" w:edGrp="everyone"/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440423646"/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</w:tc>
      </w:tr>
    </w:tbl>
    <w:p w:rsidR="00B32280" w:rsidRPr="00B3234B" w:rsidRDefault="00B32280" w:rsidP="00B32280">
      <w:pPr>
        <w:spacing w:after="0" w:line="240" w:lineRule="auto"/>
        <w:rPr>
          <w:rFonts w:cs="Arial"/>
        </w:rPr>
      </w:pPr>
    </w:p>
    <w:tbl>
      <w:tblPr>
        <w:tblStyle w:val="Tabellenraster"/>
        <w:tblW w:w="5096" w:type="pct"/>
        <w:tblLook w:val="04A0" w:firstRow="1" w:lastRow="0" w:firstColumn="1" w:lastColumn="0" w:noHBand="0" w:noVBand="1"/>
      </w:tblPr>
      <w:tblGrid>
        <w:gridCol w:w="10657"/>
      </w:tblGrid>
      <w:tr w:rsidR="00B32280" w:rsidRPr="00B3234B" w:rsidTr="0007179A">
        <w:tc>
          <w:tcPr>
            <w:tcW w:w="5000" w:type="pct"/>
            <w:shd w:val="pct10" w:color="auto" w:fill="auto"/>
          </w:tcPr>
          <w:p w:rsidR="00B32280" w:rsidRPr="00B3234B" w:rsidRDefault="00B32280" w:rsidP="00B32280">
            <w:pPr>
              <w:pStyle w:val="Listenabsatz"/>
              <w:numPr>
                <w:ilvl w:val="0"/>
                <w:numId w:val="11"/>
              </w:numPr>
              <w:contextualSpacing w:val="0"/>
              <w:jc w:val="center"/>
              <w:rPr>
                <w:rFonts w:cs="Arial"/>
                <w:b/>
              </w:rPr>
            </w:pPr>
            <w:r w:rsidRPr="00B3234B">
              <w:rPr>
                <w:rFonts w:cs="Arial"/>
                <w:b/>
              </w:rPr>
              <w:t>Perspektive</w:t>
            </w:r>
          </w:p>
        </w:tc>
      </w:tr>
      <w:tr w:rsidR="00B32280" w:rsidRPr="00B3234B" w:rsidTr="0007179A">
        <w:tc>
          <w:tcPr>
            <w:tcW w:w="5000" w:type="pct"/>
          </w:tcPr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t>Was wünschen Sie sich für Ihr Kind?</w:t>
            </w:r>
          </w:p>
          <w:permStart w:id="24593642" w:edGrp="everyone"/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24593642"/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  <w:r w:rsidRPr="00B3234B">
              <w:rPr>
                <w:rFonts w:cs="Arial"/>
              </w:rPr>
              <w:t>Was könnte der nächste Schritt sein?</w:t>
            </w:r>
          </w:p>
          <w:permStart w:id="1586390581" w:edGrp="everyone"/>
          <w:p w:rsidR="00B32280" w:rsidRPr="00B3234B" w:rsidRDefault="00B32280" w:rsidP="0007179A">
            <w:pPr>
              <w:rPr>
                <w:rFonts w:eastAsia="Times New Roman" w:cs="Arial"/>
              </w:rPr>
            </w:pPr>
            <w:r w:rsidRPr="00B3234B">
              <w:rPr>
                <w:rFonts w:eastAsia="Times New Roman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234B">
              <w:rPr>
                <w:rFonts w:eastAsia="Times New Roman" w:cs="Arial"/>
              </w:rPr>
              <w:instrText xml:space="preserve"> FORMTEXT </w:instrText>
            </w:r>
            <w:r w:rsidRPr="00B3234B">
              <w:rPr>
                <w:rFonts w:eastAsia="Times New Roman" w:cs="Arial"/>
              </w:rPr>
            </w:r>
            <w:r w:rsidRPr="00B3234B">
              <w:rPr>
                <w:rFonts w:eastAsia="Times New Roman" w:cs="Arial"/>
              </w:rPr>
              <w:fldChar w:fldCharType="separate"/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  <w:noProof/>
              </w:rPr>
              <w:t> </w:t>
            </w:r>
            <w:r w:rsidRPr="00B3234B">
              <w:rPr>
                <w:rFonts w:eastAsia="Times New Roman" w:cs="Arial"/>
              </w:rPr>
              <w:fldChar w:fldCharType="end"/>
            </w:r>
            <w:permEnd w:id="1586390581"/>
          </w:p>
          <w:p w:rsidR="00B32280" w:rsidRPr="00B3234B" w:rsidRDefault="00B32280" w:rsidP="0007179A">
            <w:pPr>
              <w:rPr>
                <w:rFonts w:cs="Arial"/>
              </w:rPr>
            </w:pPr>
          </w:p>
          <w:p w:rsidR="00B32280" w:rsidRPr="00B3234B" w:rsidRDefault="00B32280" w:rsidP="0007179A">
            <w:pPr>
              <w:rPr>
                <w:rFonts w:cs="Arial"/>
              </w:rPr>
            </w:pPr>
          </w:p>
        </w:tc>
      </w:tr>
    </w:tbl>
    <w:p w:rsidR="00B32280" w:rsidRPr="00B3234B" w:rsidRDefault="00B32280" w:rsidP="00B32280">
      <w:pPr>
        <w:rPr>
          <w:rFonts w:cs="Arial"/>
        </w:rPr>
      </w:pPr>
    </w:p>
    <w:p w:rsidR="00B32280" w:rsidRPr="00B3234B" w:rsidRDefault="00B32280" w:rsidP="00B32280">
      <w:pPr>
        <w:jc w:val="center"/>
        <w:rPr>
          <w:rFonts w:cs="Arial"/>
        </w:rPr>
      </w:pPr>
    </w:p>
    <w:p w:rsidR="00B32280" w:rsidRPr="00B3234B" w:rsidRDefault="00B32280" w:rsidP="00B32280">
      <w:pPr>
        <w:pBdr>
          <w:top w:val="single" w:sz="4" w:space="1" w:color="auto"/>
        </w:pBdr>
        <w:jc w:val="center"/>
        <w:rPr>
          <w:rFonts w:cs="Arial"/>
        </w:rPr>
      </w:pPr>
      <w:r w:rsidRPr="00B3234B">
        <w:rPr>
          <w:rFonts w:cs="Arial"/>
        </w:rPr>
        <w:t>Datum                                                       Unterschrift Eltern/Erziehungsberechtigte/</w:t>
      </w:r>
      <w:r>
        <w:rPr>
          <w:rFonts w:cs="Arial"/>
        </w:rPr>
        <w:t>-</w:t>
      </w:r>
      <w:r w:rsidRPr="00B3234B">
        <w:rPr>
          <w:rFonts w:cs="Arial"/>
        </w:rPr>
        <w:t>r</w:t>
      </w:r>
    </w:p>
    <w:p w:rsidR="008B1BFE" w:rsidRPr="00B3234B" w:rsidRDefault="008B1BFE" w:rsidP="008B1BFE">
      <w:pPr>
        <w:spacing w:after="0"/>
        <w:ind w:left="-142"/>
        <w:rPr>
          <w:rFonts w:eastAsia="Times New Roman" w:cs="Arial"/>
        </w:rPr>
      </w:pPr>
    </w:p>
    <w:sectPr w:rsidR="008B1BFE" w:rsidRPr="00B3234B" w:rsidSect="008B1BFE">
      <w:footerReference w:type="default" r:id="rId7"/>
      <w:pgSz w:w="11906" w:h="16838"/>
      <w:pgMar w:top="720" w:right="720" w:bottom="851" w:left="720" w:header="709" w:footer="3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280" w:rsidRDefault="00B32280" w:rsidP="008B1BFE">
      <w:pPr>
        <w:spacing w:after="0" w:line="240" w:lineRule="auto"/>
      </w:pPr>
      <w:r>
        <w:separator/>
      </w:r>
    </w:p>
  </w:endnote>
  <w:endnote w:type="continuationSeparator" w:id="0">
    <w:p w:rsidR="00B32280" w:rsidRDefault="00B32280" w:rsidP="008B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92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1BFE" w:rsidRPr="0016284E" w:rsidRDefault="008B1BFE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 w:rsidRPr="0016284E">
          <w:rPr>
            <w:i/>
            <w:color w:val="A6A6A6" w:themeColor="background1" w:themeShade="A6"/>
            <w:sz w:val="18"/>
          </w:rPr>
          <w:t>Förderung der emotionalen und sozialen Entwicklung in der schulischen Erziehungshilfe – SSA HRWM</w:t>
        </w:r>
        <w:r>
          <w:rPr>
            <w:i/>
            <w:color w:val="A6A6A6" w:themeColor="background1" w:themeShade="A6"/>
            <w:sz w:val="18"/>
          </w:rPr>
          <w:t xml:space="preserve"> 2020</w:t>
        </w:r>
        <w:r w:rsidR="001D00B4">
          <w:rPr>
            <w:i/>
            <w:color w:val="A6A6A6" w:themeColor="background1" w:themeShade="A6"/>
            <w:sz w:val="18"/>
          </w:rPr>
          <w:t>/21</w:t>
        </w:r>
      </w:p>
      <w:p w:rsidR="008B1BFE" w:rsidRPr="001D00B4" w:rsidRDefault="00B32280" w:rsidP="008B1BFE">
        <w:pPr>
          <w:pStyle w:val="Fuzeile"/>
          <w:jc w:val="center"/>
          <w:rPr>
            <w:i/>
            <w:color w:val="A6A6A6" w:themeColor="background1" w:themeShade="A6"/>
            <w:sz w:val="18"/>
          </w:rPr>
        </w:pPr>
        <w:r>
          <w:rPr>
            <w:i/>
            <w:color w:val="A6A6A6" w:themeColor="background1" w:themeShade="A6"/>
            <w:sz w:val="18"/>
          </w:rPr>
          <w:t>Fragebogen für Eltern/Erziehungsberechtigte</w:t>
        </w:r>
      </w:p>
      <w:p w:rsidR="008B1BFE" w:rsidRPr="00675C4B" w:rsidRDefault="008B1BFE" w:rsidP="008B1BFE">
        <w:pPr>
          <w:pStyle w:val="Fuzeile"/>
          <w:jc w:val="right"/>
          <w:rPr>
            <w:sz w:val="18"/>
          </w:rPr>
        </w:pPr>
        <w:r w:rsidRPr="00675C4B">
          <w:rPr>
            <w:sz w:val="18"/>
          </w:rPr>
          <w:fldChar w:fldCharType="begin"/>
        </w:r>
        <w:r w:rsidRPr="00675C4B">
          <w:rPr>
            <w:sz w:val="18"/>
          </w:rPr>
          <w:instrText>PAGE   \* MERGEFORMAT</w:instrText>
        </w:r>
        <w:r w:rsidRPr="00675C4B">
          <w:rPr>
            <w:sz w:val="18"/>
          </w:rPr>
          <w:fldChar w:fldCharType="separate"/>
        </w:r>
        <w:r w:rsidR="00AA4EEB">
          <w:rPr>
            <w:noProof/>
            <w:sz w:val="18"/>
          </w:rPr>
          <w:t>4</w:t>
        </w:r>
        <w:r w:rsidRPr="00675C4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280" w:rsidRDefault="00B32280" w:rsidP="008B1BFE">
      <w:pPr>
        <w:spacing w:after="0" w:line="240" w:lineRule="auto"/>
      </w:pPr>
      <w:r>
        <w:separator/>
      </w:r>
    </w:p>
  </w:footnote>
  <w:footnote w:type="continuationSeparator" w:id="0">
    <w:p w:rsidR="00B32280" w:rsidRDefault="00B32280" w:rsidP="008B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F39"/>
    <w:multiLevelType w:val="hybridMultilevel"/>
    <w:tmpl w:val="53B0D90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D1817"/>
    <w:multiLevelType w:val="hybridMultilevel"/>
    <w:tmpl w:val="AC720B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24E50"/>
    <w:multiLevelType w:val="hybridMultilevel"/>
    <w:tmpl w:val="464EA01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2E5B"/>
    <w:multiLevelType w:val="hybridMultilevel"/>
    <w:tmpl w:val="36D62D7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277BE"/>
    <w:multiLevelType w:val="multilevel"/>
    <w:tmpl w:val="778CAA14"/>
    <w:styleLink w:val="Formatvorlage1"/>
    <w:lvl w:ilvl="0">
      <w:start w:val="1"/>
      <w:numFmt w:val="upperLetter"/>
      <w:suff w:val="space"/>
      <w:lvlText w:val="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597522C4"/>
    <w:multiLevelType w:val="hybridMultilevel"/>
    <w:tmpl w:val="5540C9D2"/>
    <w:lvl w:ilvl="0" w:tplc="FF7008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B2DF7"/>
    <w:multiLevelType w:val="multilevel"/>
    <w:tmpl w:val="0407001D"/>
    <w:styleLink w:val="Formatvorlag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DB375C8"/>
    <w:multiLevelType w:val="hybridMultilevel"/>
    <w:tmpl w:val="BC74566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55E"/>
    <w:multiLevelType w:val="multilevel"/>
    <w:tmpl w:val="0407001D"/>
    <w:styleLink w:val="Formatvorlage3"/>
    <w:lvl w:ilvl="0">
      <w:start w:val="2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71E25EB"/>
    <w:multiLevelType w:val="hybridMultilevel"/>
    <w:tmpl w:val="BB60FD6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263104"/>
    <w:multiLevelType w:val="hybridMultilevel"/>
    <w:tmpl w:val="ED4AB1A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E255E"/>
    <w:multiLevelType w:val="multilevel"/>
    <w:tmpl w:val="77824E48"/>
    <w:lvl w:ilvl="0">
      <w:start w:val="1"/>
      <w:numFmt w:val="upperLetter"/>
      <w:pStyle w:val="berschrift1"/>
      <w:lvlText w:val="%1"/>
      <w:lvlJc w:val="left"/>
      <w:pPr>
        <w:ind w:left="255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576"/>
      </w:pPr>
      <w:rPr>
        <w:rFonts w:hint="default"/>
      </w:rPr>
    </w:lvl>
    <w:lvl w:ilvl="2">
      <w:start w:val="1"/>
      <w:numFmt w:val="decimal"/>
      <w:lvlText w:val="%1.2.2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98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313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327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342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3708" w:hanging="1584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1vfTvV/As/3dakuAOVmHbpGJYex8frlP7jAF0lmMX/TqVs4e2tirPRzyreHvuyhJaoWiRKM5TRRP/EyjYiTzeg==" w:salt="6heusx/yMHXCEjE2D0vKu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80"/>
    <w:rsid w:val="001D00B4"/>
    <w:rsid w:val="002B2966"/>
    <w:rsid w:val="00675C4B"/>
    <w:rsid w:val="008B1BFE"/>
    <w:rsid w:val="009077A1"/>
    <w:rsid w:val="00AA4EEB"/>
    <w:rsid w:val="00B32280"/>
    <w:rsid w:val="00C960C4"/>
    <w:rsid w:val="00CB4EEA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A8BFE2B-5F98-4647-9C57-2120D7A6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280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BF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B1BFE"/>
    <w:pPr>
      <w:keepNext/>
      <w:keepLines/>
      <w:spacing w:before="40" w:after="0"/>
      <w:ind w:left="851"/>
      <w:outlineLvl w:val="1"/>
    </w:pPr>
    <w:rPr>
      <w:rFonts w:eastAsiaTheme="majorEastAsia" w:cstheme="majorBidi"/>
      <w:b/>
      <w:smallCap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8B1BFE"/>
    <w:pPr>
      <w:keepNext/>
      <w:keepLines/>
      <w:pBdr>
        <w:bottom w:val="single" w:sz="4" w:space="1" w:color="auto"/>
      </w:pBdr>
      <w:spacing w:before="40" w:after="0"/>
      <w:ind w:left="1980"/>
      <w:outlineLvl w:val="2"/>
    </w:pPr>
    <w:rPr>
      <w:rFonts w:eastAsiaTheme="majorEastAsia" w:cstheme="majorBidi"/>
      <w:i/>
      <w:smallCaps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8B1BF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1BF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1BF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1BF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1BF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1BF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BFE"/>
    <w:rPr>
      <w:rFonts w:ascii="Arial" w:eastAsiaTheme="majorEastAsia" w:hAnsi="Arial" w:cstheme="majorBidi"/>
      <w:b/>
      <w:smallCaps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BFE"/>
    <w:rPr>
      <w:rFonts w:ascii="Arial" w:eastAsiaTheme="majorEastAsia" w:hAnsi="Arial" w:cstheme="majorBidi"/>
      <w:b/>
      <w:smallCaps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8B1BFE"/>
    <w:rPr>
      <w:rFonts w:ascii="Arial" w:eastAsiaTheme="majorEastAsia" w:hAnsi="Arial" w:cstheme="majorBidi"/>
      <w:i/>
      <w:smallCaps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B1B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1B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1B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1B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1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1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1B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B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1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1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1BF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1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1BFE"/>
    <w:rPr>
      <w:rFonts w:ascii="Arial" w:hAnsi="Arial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B1BF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1BF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B1BFE"/>
    <w:pPr>
      <w:tabs>
        <w:tab w:val="right" w:leader="dot" w:pos="9062"/>
      </w:tabs>
      <w:spacing w:after="100"/>
      <w:ind w:left="440"/>
    </w:pPr>
    <w:rPr>
      <w:noProof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1BFE"/>
    <w:p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BF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BF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B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BFE"/>
    <w:rPr>
      <w:rFonts w:ascii="Arial" w:hAnsi="Arial"/>
    </w:rPr>
  </w:style>
  <w:style w:type="paragraph" w:styleId="KeinLeerraum">
    <w:name w:val="No Spacing"/>
    <w:link w:val="KeinLeerraumZchn"/>
    <w:uiPriority w:val="1"/>
    <w:qFormat/>
    <w:rsid w:val="008B1BFE"/>
    <w:pPr>
      <w:spacing w:after="0" w:line="240" w:lineRule="auto"/>
    </w:pPr>
    <w:rPr>
      <w:rFonts w:ascii="Arial" w:hAnsi="Arial"/>
    </w:rPr>
  </w:style>
  <w:style w:type="numbering" w:customStyle="1" w:styleId="Formatvorlage1">
    <w:name w:val="Formatvorlage1"/>
    <w:uiPriority w:val="99"/>
    <w:rsid w:val="008B1BFE"/>
    <w:pPr>
      <w:numPr>
        <w:numId w:val="1"/>
      </w:numPr>
    </w:pPr>
  </w:style>
  <w:style w:type="numbering" w:customStyle="1" w:styleId="Formatvorlage2">
    <w:name w:val="Formatvorlage2"/>
    <w:uiPriority w:val="99"/>
    <w:rsid w:val="008B1BFE"/>
    <w:pPr>
      <w:numPr>
        <w:numId w:val="3"/>
      </w:numPr>
    </w:pPr>
  </w:style>
  <w:style w:type="numbering" w:customStyle="1" w:styleId="Formatvorlage3">
    <w:name w:val="Formatvorlage3"/>
    <w:uiPriority w:val="99"/>
    <w:rsid w:val="008B1BFE"/>
    <w:pPr>
      <w:numPr>
        <w:numId w:val="4"/>
      </w:numPr>
    </w:pPr>
  </w:style>
  <w:style w:type="paragraph" w:customStyle="1" w:styleId="Default">
    <w:name w:val="Default"/>
    <w:rsid w:val="008B1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B1BF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1BFE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B1B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B1BFE"/>
    <w:rPr>
      <w:vertAlign w:val="superscript"/>
    </w:rPr>
  </w:style>
  <w:style w:type="paragraph" w:customStyle="1" w:styleId="Textkrper-Einzug">
    <w:name w:val="Textkörper-Einzug"/>
    <w:basedOn w:val="Standard"/>
    <w:rsid w:val="008B1BFE"/>
    <w:pPr>
      <w:widowControl w:val="0"/>
      <w:autoSpaceDE w:val="0"/>
      <w:autoSpaceDN w:val="0"/>
      <w:adjustRightInd w:val="0"/>
      <w:spacing w:after="0" w:line="360" w:lineRule="auto"/>
      <w:ind w:left="1080"/>
      <w:jc w:val="both"/>
    </w:pPr>
    <w:rPr>
      <w:rFonts w:eastAsia="Times New Roman" w:cs="Arial"/>
      <w:lang w:eastAsia="de-DE"/>
    </w:rPr>
  </w:style>
  <w:style w:type="paragraph" w:styleId="Textkrper">
    <w:name w:val="Body Text"/>
    <w:basedOn w:val="Standard"/>
    <w:link w:val="TextkrperZchn"/>
    <w:semiHidden/>
    <w:rsid w:val="008B1BFE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B1BFE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ont8">
    <w:name w:val="font_8"/>
    <w:basedOn w:val="Standard"/>
    <w:rsid w:val="008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lor20">
    <w:name w:val="color_20"/>
    <w:basedOn w:val="Absatz-Standardschriftart"/>
    <w:rsid w:val="008B1BFE"/>
  </w:style>
  <w:style w:type="table" w:customStyle="1" w:styleId="Tabellenraster1">
    <w:name w:val="Tabellenraster1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B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8B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8B1BFE"/>
  </w:style>
  <w:style w:type="character" w:customStyle="1" w:styleId="KeinLeerraumZchn">
    <w:name w:val="Kein Leerraum Zchn"/>
    <w:basedOn w:val="Absatz-Standardschriftart"/>
    <w:link w:val="KeinLeerraum"/>
    <w:uiPriority w:val="1"/>
    <w:rsid w:val="008B1BFE"/>
    <w:rPr>
      <w:rFonts w:ascii="Arial" w:hAnsi="Arial"/>
    </w:rPr>
  </w:style>
  <w:style w:type="table" w:customStyle="1" w:styleId="Tabellenraster4">
    <w:name w:val="Tabellenraster4"/>
    <w:basedOn w:val="NormaleTabelle"/>
    <w:next w:val="Tabellenraster"/>
    <w:uiPriority w:val="59"/>
    <w:rsid w:val="008B1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nderp&#228;dagogische%20F&#246;rderung_Inklusion\EH\EH-Fachtag\Handreichung\Formulare_Handreichung\Formulare%20Handreichung%20Sop&#228;dF&#246;%20-%20Dokumentenschutz\Vorlage%20Dokumente%20Handreich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Dokumente Handreichung.dotx</Template>
  <TotalTime>0</TotalTime>
  <Pages>6</Pages>
  <Words>683</Words>
  <Characters>4309</Characters>
  <Application>Microsoft Office Word</Application>
  <DocSecurity>8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Krotzky, Mirko (SSA HRWM)</dc:creator>
  <cp:keywords/>
  <dc:description/>
  <cp:lastModifiedBy>Pallas, Astrid (SSA HRWM)</cp:lastModifiedBy>
  <cp:revision>5</cp:revision>
  <dcterms:created xsi:type="dcterms:W3CDTF">2021-03-11T11:39:00Z</dcterms:created>
  <dcterms:modified xsi:type="dcterms:W3CDTF">2021-03-11T15:19:00Z</dcterms:modified>
</cp:coreProperties>
</file>